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395" w:rsidRDefault="00EE4395" w:rsidP="00E012A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EE4395" w:rsidRDefault="00EE4395" w:rsidP="0053432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E4395" w:rsidRDefault="00EE4395" w:rsidP="0053432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E4395" w:rsidRPr="006229FE" w:rsidRDefault="00EE4395" w:rsidP="0053432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E4395" w:rsidRPr="006229FE" w:rsidRDefault="00EE4395" w:rsidP="0053432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229FE">
        <w:rPr>
          <w:rFonts w:ascii="Arial" w:hAnsi="Arial" w:cs="Arial"/>
          <w:b/>
          <w:sz w:val="24"/>
          <w:szCs w:val="24"/>
        </w:rPr>
        <w:t>Előterjesztés</w:t>
      </w:r>
    </w:p>
    <w:p w:rsidR="00EE4395" w:rsidRPr="006229FE" w:rsidRDefault="00EE4395" w:rsidP="0053432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E4395" w:rsidRPr="006229FE" w:rsidRDefault="00EE4395" w:rsidP="0053432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229FE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EE4395" w:rsidRPr="006229FE" w:rsidRDefault="00EE4395" w:rsidP="0053432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2013. július 18-i rendkívüli nyil</w:t>
      </w:r>
      <w:r w:rsidRPr="006229FE">
        <w:rPr>
          <w:rFonts w:ascii="Arial" w:hAnsi="Arial" w:cs="Arial"/>
          <w:b/>
          <w:sz w:val="24"/>
          <w:szCs w:val="24"/>
        </w:rPr>
        <w:t>vános ülésére</w:t>
      </w:r>
    </w:p>
    <w:p w:rsidR="00EE4395" w:rsidRPr="006229FE" w:rsidRDefault="00EE4395" w:rsidP="0053432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E4395" w:rsidRPr="006229FE" w:rsidRDefault="00EE4395" w:rsidP="0053432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E4395" w:rsidRDefault="00EE4395" w:rsidP="00534324">
      <w:pPr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  <w:r w:rsidRPr="00267872">
        <w:rPr>
          <w:rFonts w:ascii="Arial" w:hAnsi="Arial" w:cs="Arial"/>
          <w:b/>
          <w:sz w:val="24"/>
          <w:szCs w:val="24"/>
        </w:rPr>
        <w:t xml:space="preserve">Tárgy: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Hévízi Sportkör 2013 második negyedévi elszámolása önkormányzati támogatásról</w:t>
      </w:r>
    </w:p>
    <w:p w:rsidR="00EE4395" w:rsidRDefault="00EE4395" w:rsidP="0053432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E4395" w:rsidRPr="006229FE" w:rsidRDefault="00EE4395" w:rsidP="0053432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E4395" w:rsidRDefault="00EE4395" w:rsidP="0053432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229FE">
        <w:rPr>
          <w:rFonts w:ascii="Arial" w:hAnsi="Arial" w:cs="Arial"/>
          <w:b/>
          <w:sz w:val="24"/>
          <w:szCs w:val="24"/>
        </w:rPr>
        <w:t>Az előterjesztő:</w:t>
      </w:r>
      <w:r w:rsidRPr="006229F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 w:rsidRPr="006229FE">
          <w:rPr>
            <w:rFonts w:ascii="Arial" w:hAnsi="Arial" w:cs="Arial"/>
            <w:sz w:val="24"/>
            <w:szCs w:val="24"/>
          </w:rPr>
          <w:t>Papp Gábor</w:t>
        </w:r>
      </w:smartTag>
      <w:r w:rsidRPr="006229FE">
        <w:rPr>
          <w:rFonts w:ascii="Arial" w:hAnsi="Arial" w:cs="Arial"/>
          <w:sz w:val="24"/>
          <w:szCs w:val="24"/>
        </w:rPr>
        <w:t xml:space="preserve"> polgármester</w:t>
      </w:r>
    </w:p>
    <w:p w:rsidR="00EE4395" w:rsidRPr="006229FE" w:rsidRDefault="00EE4395" w:rsidP="0053432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E4395" w:rsidRPr="00267872" w:rsidRDefault="00EE4395" w:rsidP="00534324">
      <w:pPr>
        <w:rPr>
          <w:rFonts w:ascii="Times New Roman" w:hAnsi="Times New Roman"/>
        </w:rPr>
      </w:pPr>
      <w:r w:rsidRPr="006229FE">
        <w:rPr>
          <w:rFonts w:ascii="Arial" w:hAnsi="Arial" w:cs="Arial"/>
          <w:b/>
          <w:sz w:val="24"/>
          <w:szCs w:val="24"/>
        </w:rPr>
        <w:t xml:space="preserve">Készítette: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Bediné Makra Anikó közgazdasági osztályvezető </w:t>
      </w:r>
    </w:p>
    <w:p w:rsidR="00EE4395" w:rsidRDefault="00EE4395" w:rsidP="005343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229FE">
        <w:rPr>
          <w:rFonts w:ascii="Arial" w:hAnsi="Arial" w:cs="Arial"/>
          <w:b/>
          <w:sz w:val="24"/>
          <w:szCs w:val="24"/>
        </w:rPr>
        <w:t>Megtárgyalta:</w:t>
      </w:r>
      <w:r w:rsidRPr="006229F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Pénzügyi és Turisztika Bizottsága</w:t>
      </w:r>
    </w:p>
    <w:p w:rsidR="00EE4395" w:rsidRPr="006229FE" w:rsidRDefault="00EE4395" w:rsidP="005343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E4395" w:rsidRPr="006229FE" w:rsidRDefault="00EE4395" w:rsidP="0053432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E4395" w:rsidRPr="006229FE" w:rsidRDefault="00EE4395" w:rsidP="005343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229FE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5B0995">
        <w:rPr>
          <w:rFonts w:ascii="Arial" w:hAnsi="Arial" w:cs="Arial"/>
          <w:sz w:val="24"/>
          <w:szCs w:val="24"/>
        </w:rPr>
        <w:t xml:space="preserve"> </w:t>
      </w:r>
      <w:r w:rsidRPr="00C760FF">
        <w:rPr>
          <w:rFonts w:ascii="Arial" w:hAnsi="Arial" w:cs="Arial"/>
          <w:sz w:val="24"/>
          <w:szCs w:val="24"/>
        </w:rPr>
        <w:t xml:space="preserve">dr. </w:t>
      </w:r>
      <w:smartTag w:uri="urn:schemas-microsoft-com:office:smarttags" w:element="PersonName">
        <w:smartTagPr>
          <w:attr w:name="ProductID" w:val="T￼ske R￳bert"/>
        </w:smartTagPr>
        <w:r w:rsidRPr="00C760FF">
          <w:rPr>
            <w:rFonts w:ascii="Arial" w:hAnsi="Arial" w:cs="Arial"/>
            <w:sz w:val="24"/>
            <w:szCs w:val="24"/>
          </w:rPr>
          <w:t>Tüske Róbert</w:t>
        </w:r>
      </w:smartTag>
      <w:r w:rsidRPr="00C760FF">
        <w:rPr>
          <w:rFonts w:ascii="Arial" w:hAnsi="Arial" w:cs="Arial"/>
          <w:sz w:val="24"/>
          <w:szCs w:val="24"/>
        </w:rPr>
        <w:t xml:space="preserve"> jegyző</w:t>
      </w:r>
    </w:p>
    <w:p w:rsidR="00EE4395" w:rsidRDefault="00EE4395" w:rsidP="0053432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E4395" w:rsidRDefault="00EE4395" w:rsidP="0053432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E4395" w:rsidRPr="002D4BC8" w:rsidRDefault="00EE4395" w:rsidP="00A101F2">
      <w:pPr>
        <w:spacing w:after="0"/>
        <w:rPr>
          <w:rFonts w:ascii="Arial" w:hAnsi="Arial" w:cs="Arial"/>
          <w:sz w:val="24"/>
          <w:szCs w:val="24"/>
        </w:rPr>
      </w:pPr>
    </w:p>
    <w:p w:rsidR="00EE4395" w:rsidRPr="002D4BC8" w:rsidRDefault="00EE4395" w:rsidP="00A101F2">
      <w:pPr>
        <w:spacing w:after="0"/>
        <w:rPr>
          <w:rFonts w:ascii="Arial" w:hAnsi="Arial" w:cs="Arial"/>
          <w:sz w:val="24"/>
          <w:szCs w:val="24"/>
        </w:rPr>
      </w:pPr>
    </w:p>
    <w:p w:rsidR="00EE4395" w:rsidRPr="002D4BC8" w:rsidRDefault="00EE4395" w:rsidP="00A101F2">
      <w:pPr>
        <w:spacing w:after="0"/>
        <w:rPr>
          <w:rFonts w:ascii="Arial" w:hAnsi="Arial" w:cs="Arial"/>
          <w:sz w:val="24"/>
          <w:szCs w:val="24"/>
        </w:rPr>
      </w:pPr>
    </w:p>
    <w:p w:rsidR="00EE4395" w:rsidRPr="002D4BC8" w:rsidRDefault="00EE4395" w:rsidP="00A101F2">
      <w:pPr>
        <w:spacing w:after="0"/>
        <w:rPr>
          <w:rFonts w:ascii="Arial" w:hAnsi="Arial" w:cs="Arial"/>
          <w:sz w:val="24"/>
          <w:szCs w:val="24"/>
        </w:rPr>
      </w:pPr>
    </w:p>
    <w:p w:rsidR="00EE4395" w:rsidRPr="002D4BC8" w:rsidRDefault="00EE4395" w:rsidP="00A101F2">
      <w:pPr>
        <w:spacing w:after="0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:rsidR="00EE4395" w:rsidRPr="002D4BC8" w:rsidRDefault="00EE4395" w:rsidP="00A101F2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>
          <w:rPr>
            <w:rFonts w:ascii="Arial" w:hAnsi="Arial" w:cs="Arial"/>
            <w:sz w:val="24"/>
            <w:szCs w:val="24"/>
          </w:rPr>
          <w:t>Papp Gábor</w:t>
        </w:r>
      </w:smartTag>
      <w:r>
        <w:rPr>
          <w:rFonts w:ascii="Arial" w:hAnsi="Arial" w:cs="Arial"/>
          <w:sz w:val="24"/>
          <w:szCs w:val="24"/>
        </w:rPr>
        <w:t xml:space="preserve"> </w:t>
      </w:r>
    </w:p>
    <w:p w:rsidR="00EE4395" w:rsidRDefault="00EE4395" w:rsidP="00A101F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2D4BC8">
        <w:rPr>
          <w:rFonts w:ascii="Arial" w:hAnsi="Arial" w:cs="Arial"/>
          <w:sz w:val="24"/>
          <w:szCs w:val="24"/>
        </w:rPr>
        <w:t>polgármester</w:t>
      </w:r>
    </w:p>
    <w:p w:rsidR="00EE4395" w:rsidRDefault="00EE4395" w:rsidP="00A101F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E4395" w:rsidRDefault="00EE4395" w:rsidP="00A101F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E4395" w:rsidRDefault="00EE4395" w:rsidP="00A101F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E4395" w:rsidRDefault="00EE4395" w:rsidP="00A101F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E4395" w:rsidRDefault="00EE4395" w:rsidP="00A101F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E4395" w:rsidRDefault="00EE4395" w:rsidP="00A101F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E4395" w:rsidRDefault="00EE4395" w:rsidP="00A101F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E4395" w:rsidRDefault="00EE4395" w:rsidP="00A101F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E4395" w:rsidRDefault="00EE4395" w:rsidP="00A101F2">
      <w:pPr>
        <w:spacing w:after="0" w:line="240" w:lineRule="auto"/>
        <w:rPr>
          <w:rFonts w:ascii="Arial" w:hAnsi="Arial" w:cs="Arial"/>
          <w:sz w:val="24"/>
          <w:szCs w:val="24"/>
        </w:rPr>
        <w:sectPr w:rsidR="00EE4395" w:rsidSect="003816EC">
          <w:headerReference w:type="default" r:id="rId7"/>
          <w:type w:val="continuous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</w:p>
    <w:p w:rsidR="00EE4395" w:rsidRDefault="00EE4395" w:rsidP="00A101F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E4395" w:rsidRDefault="00EE4395" w:rsidP="00A101F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E4395" w:rsidRPr="006D5902" w:rsidRDefault="00EE4395" w:rsidP="00A101F2">
      <w:pPr>
        <w:spacing w:after="0" w:line="240" w:lineRule="auto"/>
        <w:rPr>
          <w:rFonts w:ascii="Arial" w:hAnsi="Arial" w:cs="Arial"/>
        </w:rPr>
      </w:pPr>
    </w:p>
    <w:p w:rsidR="00EE4395" w:rsidRPr="006D5902" w:rsidRDefault="00EE4395" w:rsidP="00E90B4A">
      <w:pPr>
        <w:spacing w:after="0" w:line="240" w:lineRule="auto"/>
        <w:jc w:val="center"/>
        <w:rPr>
          <w:rFonts w:ascii="Arial" w:hAnsi="Arial" w:cs="Arial"/>
          <w:b/>
        </w:rPr>
      </w:pPr>
      <w:r w:rsidRPr="006D5902">
        <w:rPr>
          <w:rFonts w:ascii="Arial" w:hAnsi="Arial" w:cs="Arial"/>
          <w:b/>
        </w:rPr>
        <w:t>I.</w:t>
      </w:r>
    </w:p>
    <w:p w:rsidR="00EE4395" w:rsidRPr="006D5902" w:rsidRDefault="00EE4395" w:rsidP="00E90B4A">
      <w:pPr>
        <w:spacing w:after="0" w:line="240" w:lineRule="auto"/>
        <w:jc w:val="center"/>
        <w:rPr>
          <w:rFonts w:ascii="Arial" w:hAnsi="Arial" w:cs="Arial"/>
          <w:b/>
        </w:rPr>
      </w:pPr>
    </w:p>
    <w:p w:rsidR="00EE4395" w:rsidRDefault="00EE4395" w:rsidP="00534324">
      <w:pPr>
        <w:ind w:left="360"/>
        <w:jc w:val="center"/>
        <w:rPr>
          <w:rFonts w:ascii="Arial" w:hAnsi="Arial" w:cs="Arial"/>
          <w:b/>
          <w:sz w:val="24"/>
          <w:szCs w:val="24"/>
        </w:rPr>
      </w:pPr>
      <w:r w:rsidRPr="005B0995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EE4395" w:rsidRDefault="00EE4395" w:rsidP="00534324">
      <w:pPr>
        <w:spacing w:after="0" w:line="240" w:lineRule="auto"/>
        <w:ind w:left="221"/>
        <w:jc w:val="both"/>
        <w:rPr>
          <w:rFonts w:cs="Arial"/>
          <w:sz w:val="24"/>
          <w:szCs w:val="24"/>
        </w:rPr>
      </w:pPr>
      <w:r w:rsidRPr="000233F7">
        <w:rPr>
          <w:rFonts w:cs="Arial"/>
          <w:sz w:val="24"/>
          <w:szCs w:val="24"/>
        </w:rPr>
        <w:t xml:space="preserve">Hévíz Város Önkormányzat Képviselő-testülete </w:t>
      </w:r>
      <w:r>
        <w:rPr>
          <w:rFonts w:cs="Arial"/>
          <w:sz w:val="24"/>
          <w:szCs w:val="24"/>
        </w:rPr>
        <w:t xml:space="preserve">a 2013. évi átmeneti gazdálkodásról szóló 55/2012. (XII.28.) Ör-ben a Hévízi Sportkör támogatására addig az időszakig, amíg nem kerül elfogadásra a 2013. évre vonatkozó támogatás átmenetileg 7.500 e Ft támogatást hagyott jóvá a költségvetési rendeletben. </w:t>
      </w:r>
    </w:p>
    <w:p w:rsidR="00EE4395" w:rsidRDefault="00EE4395" w:rsidP="00534324">
      <w:pPr>
        <w:spacing w:after="0" w:line="240" w:lineRule="auto"/>
        <w:ind w:left="221"/>
        <w:jc w:val="both"/>
        <w:rPr>
          <w:rFonts w:cs="Arial"/>
          <w:sz w:val="24"/>
          <w:szCs w:val="24"/>
        </w:rPr>
      </w:pPr>
    </w:p>
    <w:p w:rsidR="00EE4395" w:rsidRDefault="00EE4395" w:rsidP="00534324">
      <w:pPr>
        <w:spacing w:after="0" w:line="240" w:lineRule="auto"/>
        <w:ind w:left="221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Az államháztartási törvény, illetve az annak végrehajtására kiadott kormányrendelet nem teszi lehetővé támogatás folyósítását, amíg a korábbi támogatásról az elszámolás nem történt meg. A 2012. évi támogatás elszámolásáról a Képviselő-testület 2013. március 14-i ülésén döntött.  Ezt követően került megkötésre a Hévízi Sportkörrel az átmeneti költségvetésben jóváhagyott 7.500 e Ft-os támogatási megállapodás. Az összeg utalására 2013. március 21-én került sor, majd a Hévíz Város Önkormányzat 2013. évi költségvetéséről szóló 3/2013 (III.14.) Ör-et az átmeneti költségvetésben jóváhagyott összeget is figyelembe véve a Sportkör 2013. évi támogatást 89.199.189,- Ft összegben állapította meg. </w:t>
      </w:r>
    </w:p>
    <w:p w:rsidR="00EE4395" w:rsidRDefault="00EE4395" w:rsidP="00534324">
      <w:pPr>
        <w:spacing w:after="0" w:line="240" w:lineRule="auto"/>
        <w:ind w:left="221"/>
        <w:jc w:val="both"/>
        <w:rPr>
          <w:rFonts w:cs="Arial"/>
          <w:sz w:val="24"/>
          <w:szCs w:val="24"/>
        </w:rPr>
      </w:pPr>
    </w:p>
    <w:p w:rsidR="00EE4395" w:rsidRDefault="00EE4395" w:rsidP="00534324">
      <w:pPr>
        <w:spacing w:after="0" w:line="240" w:lineRule="auto"/>
        <w:ind w:left="221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A Sportkör a támogatási megállapodásnak megfelelően a 2013. II. negyedévben teljesített kiadások számlamásolatinak hitelesített példányaival számolt el az negyedévi felhasználásról. A benyújtott számlák felülvizsgálata és megállapításra került, hogy a  Sportkör korrekt elszámolást nyújtott be. A melléklet tételesen tartalmazza, hogy az egyes szakosztályok milyen összeget használtak fel. </w:t>
      </w:r>
    </w:p>
    <w:p w:rsidR="00EE4395" w:rsidRDefault="00EE4395" w:rsidP="00534324">
      <w:pPr>
        <w:spacing w:after="0" w:line="240" w:lineRule="auto"/>
        <w:ind w:left="221"/>
        <w:jc w:val="both"/>
        <w:rPr>
          <w:rFonts w:cs="Arial"/>
          <w:sz w:val="24"/>
          <w:szCs w:val="24"/>
        </w:rPr>
      </w:pPr>
    </w:p>
    <w:p w:rsidR="00EE4395" w:rsidRDefault="00EE4395" w:rsidP="00534324">
      <w:pPr>
        <w:spacing w:after="0" w:line="240" w:lineRule="auto"/>
        <w:ind w:left="221"/>
        <w:jc w:val="both"/>
        <w:rPr>
          <w:rFonts w:cs="Arial"/>
          <w:sz w:val="24"/>
          <w:szCs w:val="24"/>
        </w:rPr>
      </w:pPr>
    </w:p>
    <w:tbl>
      <w:tblPr>
        <w:tblStyle w:val="TableGrid"/>
        <w:tblW w:w="10129" w:type="dxa"/>
        <w:tblInd w:w="-1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252"/>
        <w:gridCol w:w="1738"/>
        <w:gridCol w:w="1930"/>
        <w:gridCol w:w="2209"/>
      </w:tblGrid>
      <w:tr w:rsidR="00EE4395" w:rsidRPr="005A1943" w:rsidTr="00C534E6">
        <w:tc>
          <w:tcPr>
            <w:tcW w:w="4252" w:type="dxa"/>
          </w:tcPr>
          <w:p w:rsidR="00EE4395" w:rsidRPr="005A1943" w:rsidRDefault="00EE4395" w:rsidP="00C534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943">
              <w:rPr>
                <w:rFonts w:ascii="Times New Roman" w:hAnsi="Times New Roman"/>
                <w:sz w:val="24"/>
                <w:szCs w:val="24"/>
              </w:rPr>
              <w:t>Megnevezés</w:t>
            </w:r>
          </w:p>
        </w:tc>
        <w:tc>
          <w:tcPr>
            <w:tcW w:w="1738" w:type="dxa"/>
          </w:tcPr>
          <w:p w:rsidR="00EE4395" w:rsidRPr="005A1943" w:rsidRDefault="00EE4395" w:rsidP="00C534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943">
              <w:rPr>
                <w:rFonts w:ascii="Times New Roman" w:hAnsi="Times New Roman"/>
                <w:sz w:val="24"/>
                <w:szCs w:val="24"/>
              </w:rPr>
              <w:t>Támogatás összege</w:t>
            </w:r>
          </w:p>
        </w:tc>
        <w:tc>
          <w:tcPr>
            <w:tcW w:w="1930" w:type="dxa"/>
          </w:tcPr>
          <w:p w:rsidR="00EE4395" w:rsidRPr="005A1943" w:rsidRDefault="00EE4395" w:rsidP="00C534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943">
              <w:rPr>
                <w:rFonts w:ascii="Times New Roman" w:hAnsi="Times New Roman"/>
                <w:sz w:val="24"/>
                <w:szCs w:val="24"/>
              </w:rPr>
              <w:t>Utalás időpontja</w:t>
            </w:r>
          </w:p>
        </w:tc>
        <w:tc>
          <w:tcPr>
            <w:tcW w:w="2209" w:type="dxa"/>
          </w:tcPr>
          <w:p w:rsidR="00EE4395" w:rsidRPr="005A1943" w:rsidRDefault="00EE4395" w:rsidP="00C534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943">
              <w:rPr>
                <w:rFonts w:ascii="Times New Roman" w:hAnsi="Times New Roman"/>
                <w:sz w:val="24"/>
                <w:szCs w:val="24"/>
              </w:rPr>
              <w:t>Elszámolt összeg</w:t>
            </w:r>
          </w:p>
        </w:tc>
      </w:tr>
      <w:tr w:rsidR="00EE4395" w:rsidRPr="005A1943" w:rsidTr="00C534E6">
        <w:tc>
          <w:tcPr>
            <w:tcW w:w="4252" w:type="dxa"/>
          </w:tcPr>
          <w:p w:rsidR="00EE4395" w:rsidRPr="005A1943" w:rsidRDefault="00EE4395" w:rsidP="00C534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943">
              <w:rPr>
                <w:rFonts w:ascii="Times New Roman" w:hAnsi="Times New Roman"/>
                <w:sz w:val="24"/>
                <w:szCs w:val="24"/>
              </w:rPr>
              <w:t>I. negyedév alaptámogatás</w:t>
            </w:r>
          </w:p>
        </w:tc>
        <w:tc>
          <w:tcPr>
            <w:tcW w:w="1738" w:type="dxa"/>
          </w:tcPr>
          <w:p w:rsidR="00EE4395" w:rsidRDefault="00EE4395" w:rsidP="00C534E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7.500.000,-</w:t>
            </w:r>
            <w:r w:rsidRPr="005A1943">
              <w:rPr>
                <w:rFonts w:ascii="Times New Roman" w:hAnsi="Times New Roman"/>
                <w:sz w:val="24"/>
                <w:szCs w:val="24"/>
              </w:rPr>
              <w:t xml:space="preserve"> Ft</w:t>
            </w:r>
          </w:p>
          <w:p w:rsidR="00EE4395" w:rsidRPr="005A1943" w:rsidRDefault="00EE4395" w:rsidP="00C534E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12.992.297,- Ft</w:t>
            </w:r>
          </w:p>
        </w:tc>
        <w:tc>
          <w:tcPr>
            <w:tcW w:w="1930" w:type="dxa"/>
          </w:tcPr>
          <w:p w:rsidR="00EE4395" w:rsidRDefault="00EE4395" w:rsidP="00C534E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A1943">
              <w:rPr>
                <w:rFonts w:ascii="Times New Roman" w:hAnsi="Times New Roman"/>
                <w:sz w:val="24"/>
                <w:szCs w:val="24"/>
              </w:rPr>
              <w:t>2013.03.21.</w:t>
            </w:r>
          </w:p>
          <w:p w:rsidR="00EE4395" w:rsidRPr="005A1943" w:rsidRDefault="00EE4395" w:rsidP="00C534E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2013.04.03.</w:t>
            </w:r>
            <w:r w:rsidRPr="005A194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09" w:type="dxa"/>
          </w:tcPr>
          <w:p w:rsidR="00EE4395" w:rsidRPr="005A1943" w:rsidRDefault="00EE4395" w:rsidP="00C534E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9.122.194,- Ft </w:t>
            </w:r>
          </w:p>
        </w:tc>
      </w:tr>
      <w:tr w:rsidR="00EE4395" w:rsidRPr="005A1943" w:rsidTr="00C534E6">
        <w:tc>
          <w:tcPr>
            <w:tcW w:w="4252" w:type="dxa"/>
          </w:tcPr>
          <w:p w:rsidR="00EE4395" w:rsidRPr="005A1943" w:rsidRDefault="00EE4395" w:rsidP="00C534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943">
              <w:rPr>
                <w:rFonts w:ascii="Times New Roman" w:hAnsi="Times New Roman"/>
                <w:sz w:val="24"/>
                <w:szCs w:val="24"/>
              </w:rPr>
              <w:t xml:space="preserve">I. negyedév Műfüves pályafenntartás </w:t>
            </w:r>
          </w:p>
        </w:tc>
        <w:tc>
          <w:tcPr>
            <w:tcW w:w="1738" w:type="dxa"/>
          </w:tcPr>
          <w:p w:rsidR="00EE4395" w:rsidRPr="005A1943" w:rsidRDefault="00EE4395" w:rsidP="00C534E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708.000 Ft"/>
              </w:smartTagPr>
              <w:r w:rsidRPr="005A1943">
                <w:rPr>
                  <w:rFonts w:ascii="Times New Roman" w:hAnsi="Times New Roman"/>
                  <w:sz w:val="24"/>
                  <w:szCs w:val="24"/>
                </w:rPr>
                <w:t>708.000 Ft</w:t>
              </w:r>
            </w:smartTag>
            <w:r w:rsidRPr="005A194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30" w:type="dxa"/>
          </w:tcPr>
          <w:p w:rsidR="00EE4395" w:rsidRPr="005A1943" w:rsidRDefault="00EE4395" w:rsidP="00C534E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2013.04.03.</w:t>
            </w:r>
          </w:p>
        </w:tc>
        <w:tc>
          <w:tcPr>
            <w:tcW w:w="2209" w:type="dxa"/>
          </w:tcPr>
          <w:p w:rsidR="00EE4395" w:rsidRPr="005A1943" w:rsidRDefault="00EE4395" w:rsidP="00C534E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4395" w:rsidRPr="005A1943" w:rsidTr="00C534E6">
        <w:tc>
          <w:tcPr>
            <w:tcW w:w="4252" w:type="dxa"/>
          </w:tcPr>
          <w:p w:rsidR="00EE4395" w:rsidRPr="005A1943" w:rsidRDefault="00EE4395" w:rsidP="00C534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943">
              <w:rPr>
                <w:rFonts w:ascii="Times New Roman" w:hAnsi="Times New Roman"/>
                <w:sz w:val="24"/>
                <w:szCs w:val="24"/>
              </w:rPr>
              <w:t>II. negyedév alaptámogatás</w:t>
            </w:r>
          </w:p>
        </w:tc>
        <w:tc>
          <w:tcPr>
            <w:tcW w:w="1738" w:type="dxa"/>
          </w:tcPr>
          <w:p w:rsidR="00EE4395" w:rsidRPr="005A1943" w:rsidRDefault="00EE4395" w:rsidP="00C534E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.492.297 Ft"/>
              </w:smartTagPr>
              <w:r w:rsidRPr="005A1943">
                <w:rPr>
                  <w:rFonts w:ascii="Times New Roman" w:hAnsi="Times New Roman"/>
                  <w:sz w:val="24"/>
                  <w:szCs w:val="24"/>
                </w:rPr>
                <w:t>20.492.297 Ft</w:t>
              </w:r>
            </w:smartTag>
          </w:p>
        </w:tc>
        <w:tc>
          <w:tcPr>
            <w:tcW w:w="1930" w:type="dxa"/>
          </w:tcPr>
          <w:p w:rsidR="00EE4395" w:rsidRPr="005A1943" w:rsidRDefault="00EE4395" w:rsidP="00C534E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2013.05.08.</w:t>
            </w:r>
          </w:p>
        </w:tc>
        <w:tc>
          <w:tcPr>
            <w:tcW w:w="2209" w:type="dxa"/>
          </w:tcPr>
          <w:p w:rsidR="00EE4395" w:rsidRPr="005A1943" w:rsidRDefault="00EE4395" w:rsidP="00C534E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18.967.996,- Ft </w:t>
            </w:r>
          </w:p>
        </w:tc>
      </w:tr>
      <w:tr w:rsidR="00EE4395" w:rsidRPr="005A1943" w:rsidTr="00C534E6">
        <w:tc>
          <w:tcPr>
            <w:tcW w:w="4252" w:type="dxa"/>
          </w:tcPr>
          <w:p w:rsidR="00EE4395" w:rsidRPr="005A1943" w:rsidRDefault="00EE4395" w:rsidP="00C534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943">
              <w:rPr>
                <w:rFonts w:ascii="Times New Roman" w:hAnsi="Times New Roman"/>
                <w:sz w:val="24"/>
                <w:szCs w:val="24"/>
              </w:rPr>
              <w:t xml:space="preserve">II. negyedév Nyírő József Veterán Európa Bajnokság </w:t>
            </w:r>
          </w:p>
        </w:tc>
        <w:tc>
          <w:tcPr>
            <w:tcW w:w="1738" w:type="dxa"/>
          </w:tcPr>
          <w:p w:rsidR="00EE4395" w:rsidRPr="005A1943" w:rsidRDefault="00EE4395" w:rsidP="00C534E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50.000 Ft"/>
              </w:smartTagPr>
              <w:r w:rsidRPr="005A1943">
                <w:rPr>
                  <w:rFonts w:ascii="Times New Roman" w:hAnsi="Times New Roman"/>
                  <w:sz w:val="24"/>
                  <w:szCs w:val="24"/>
                </w:rPr>
                <w:t>150.000 Ft</w:t>
              </w:r>
            </w:smartTag>
          </w:p>
        </w:tc>
        <w:tc>
          <w:tcPr>
            <w:tcW w:w="1930" w:type="dxa"/>
          </w:tcPr>
          <w:p w:rsidR="00EE4395" w:rsidRPr="005A1943" w:rsidRDefault="00EE4395" w:rsidP="00C534E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2013.05.08.</w:t>
            </w:r>
          </w:p>
        </w:tc>
        <w:tc>
          <w:tcPr>
            <w:tcW w:w="2209" w:type="dxa"/>
          </w:tcPr>
          <w:p w:rsidR="00EE4395" w:rsidRPr="005A1943" w:rsidRDefault="00EE4395" w:rsidP="00C534E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148.540,- Ft </w:t>
            </w:r>
          </w:p>
        </w:tc>
      </w:tr>
      <w:tr w:rsidR="00EE4395" w:rsidRPr="005A1943" w:rsidTr="00C534E6">
        <w:tc>
          <w:tcPr>
            <w:tcW w:w="4252" w:type="dxa"/>
          </w:tcPr>
          <w:p w:rsidR="00EE4395" w:rsidRPr="005A1943" w:rsidRDefault="00EE4395" w:rsidP="00C534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943">
              <w:rPr>
                <w:rFonts w:ascii="Times New Roman" w:hAnsi="Times New Roman"/>
                <w:sz w:val="24"/>
                <w:szCs w:val="24"/>
              </w:rPr>
              <w:t>II. negyedév Műfüves pályafenntartás</w:t>
            </w:r>
          </w:p>
        </w:tc>
        <w:tc>
          <w:tcPr>
            <w:tcW w:w="1738" w:type="dxa"/>
          </w:tcPr>
          <w:p w:rsidR="00EE4395" w:rsidRPr="005A1943" w:rsidRDefault="00EE4395" w:rsidP="00C534E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.124.000 Ft"/>
              </w:smartTagPr>
              <w:r w:rsidRPr="005A1943">
                <w:rPr>
                  <w:rFonts w:ascii="Times New Roman" w:hAnsi="Times New Roman"/>
                  <w:sz w:val="24"/>
                  <w:szCs w:val="24"/>
                </w:rPr>
                <w:t>2.124.000 Ft</w:t>
              </w:r>
            </w:smartTag>
          </w:p>
        </w:tc>
        <w:tc>
          <w:tcPr>
            <w:tcW w:w="1930" w:type="dxa"/>
          </w:tcPr>
          <w:p w:rsidR="00EE4395" w:rsidRPr="005A1943" w:rsidRDefault="00EE4395" w:rsidP="00C534E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2013.05.08.</w:t>
            </w:r>
          </w:p>
        </w:tc>
        <w:tc>
          <w:tcPr>
            <w:tcW w:w="2209" w:type="dxa"/>
          </w:tcPr>
          <w:p w:rsidR="00EE4395" w:rsidRPr="005A1943" w:rsidRDefault="00EE4395" w:rsidP="00C534E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2.789.019,- Ft</w:t>
            </w:r>
          </w:p>
        </w:tc>
      </w:tr>
      <w:tr w:rsidR="00EE4395" w:rsidRPr="005A1943" w:rsidTr="00C534E6">
        <w:tc>
          <w:tcPr>
            <w:tcW w:w="4252" w:type="dxa"/>
          </w:tcPr>
          <w:p w:rsidR="00EE4395" w:rsidRPr="005A1943" w:rsidRDefault="00EE4395" w:rsidP="00C534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943">
              <w:rPr>
                <w:rFonts w:ascii="Times New Roman" w:hAnsi="Times New Roman"/>
                <w:sz w:val="24"/>
                <w:szCs w:val="24"/>
              </w:rPr>
              <w:t xml:space="preserve">III. negyedév alaptámogatás </w:t>
            </w:r>
          </w:p>
        </w:tc>
        <w:tc>
          <w:tcPr>
            <w:tcW w:w="1738" w:type="dxa"/>
          </w:tcPr>
          <w:p w:rsidR="00EE4395" w:rsidRPr="005A1943" w:rsidRDefault="00EE4395" w:rsidP="00C534E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.492.297 Ft"/>
              </w:smartTagPr>
              <w:r w:rsidRPr="005A1943">
                <w:rPr>
                  <w:rFonts w:ascii="Times New Roman" w:hAnsi="Times New Roman"/>
                  <w:sz w:val="24"/>
                  <w:szCs w:val="24"/>
                </w:rPr>
                <w:t>20.492.297 Ft</w:t>
              </w:r>
            </w:smartTag>
          </w:p>
        </w:tc>
        <w:tc>
          <w:tcPr>
            <w:tcW w:w="1930" w:type="dxa"/>
          </w:tcPr>
          <w:p w:rsidR="00EE4395" w:rsidRPr="005A1943" w:rsidRDefault="00EE4395" w:rsidP="00C534E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</w:tcPr>
          <w:p w:rsidR="00EE4395" w:rsidRPr="005A1943" w:rsidRDefault="00EE4395" w:rsidP="00C534E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4395" w:rsidRPr="005A1943" w:rsidTr="00C534E6">
        <w:tc>
          <w:tcPr>
            <w:tcW w:w="4252" w:type="dxa"/>
          </w:tcPr>
          <w:p w:rsidR="00EE4395" w:rsidRPr="005A1943" w:rsidRDefault="00EE4395" w:rsidP="00C534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943">
              <w:rPr>
                <w:rFonts w:ascii="Times New Roman" w:hAnsi="Times New Roman"/>
                <w:sz w:val="24"/>
                <w:szCs w:val="24"/>
              </w:rPr>
              <w:t>III. negyedév Műfüves pályafenntartás</w:t>
            </w:r>
          </w:p>
        </w:tc>
        <w:tc>
          <w:tcPr>
            <w:tcW w:w="1738" w:type="dxa"/>
          </w:tcPr>
          <w:p w:rsidR="00EE4395" w:rsidRPr="005A1943" w:rsidRDefault="00EE4395" w:rsidP="00C534E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.124.000 Ft"/>
              </w:smartTagPr>
              <w:r w:rsidRPr="005A1943">
                <w:rPr>
                  <w:rFonts w:ascii="Times New Roman" w:hAnsi="Times New Roman"/>
                  <w:sz w:val="24"/>
                  <w:szCs w:val="24"/>
                </w:rPr>
                <w:t>2.124.000 Ft</w:t>
              </w:r>
            </w:smartTag>
          </w:p>
        </w:tc>
        <w:tc>
          <w:tcPr>
            <w:tcW w:w="1930" w:type="dxa"/>
          </w:tcPr>
          <w:p w:rsidR="00EE4395" w:rsidRPr="005A1943" w:rsidRDefault="00EE4395" w:rsidP="00C534E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</w:tcPr>
          <w:p w:rsidR="00EE4395" w:rsidRPr="005A1943" w:rsidRDefault="00EE4395" w:rsidP="00C534E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4395" w:rsidRPr="005A1943" w:rsidTr="00C534E6">
        <w:tc>
          <w:tcPr>
            <w:tcW w:w="4252" w:type="dxa"/>
          </w:tcPr>
          <w:p w:rsidR="00EE4395" w:rsidRPr="005A1943" w:rsidRDefault="00EE4395" w:rsidP="00C534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943">
              <w:rPr>
                <w:rFonts w:ascii="Times New Roman" w:hAnsi="Times New Roman"/>
                <w:sz w:val="24"/>
                <w:szCs w:val="24"/>
              </w:rPr>
              <w:t>IV. negyedév alaptámogatás</w:t>
            </w:r>
          </w:p>
        </w:tc>
        <w:tc>
          <w:tcPr>
            <w:tcW w:w="1738" w:type="dxa"/>
          </w:tcPr>
          <w:p w:rsidR="00EE4395" w:rsidRPr="005A1943" w:rsidRDefault="00EE4395" w:rsidP="00C534E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.492.298 Ft"/>
              </w:smartTagPr>
              <w:r w:rsidRPr="005A1943">
                <w:rPr>
                  <w:rFonts w:ascii="Times New Roman" w:hAnsi="Times New Roman"/>
                  <w:sz w:val="24"/>
                  <w:szCs w:val="24"/>
                </w:rPr>
                <w:t>20.492.298 Ft</w:t>
              </w:r>
            </w:smartTag>
          </w:p>
        </w:tc>
        <w:tc>
          <w:tcPr>
            <w:tcW w:w="1930" w:type="dxa"/>
          </w:tcPr>
          <w:p w:rsidR="00EE4395" w:rsidRPr="005A1943" w:rsidRDefault="00EE4395" w:rsidP="00C534E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</w:tcPr>
          <w:p w:rsidR="00EE4395" w:rsidRPr="005A1943" w:rsidRDefault="00EE4395" w:rsidP="00C534E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4395" w:rsidRPr="005A1943" w:rsidTr="00C534E6">
        <w:tc>
          <w:tcPr>
            <w:tcW w:w="4252" w:type="dxa"/>
          </w:tcPr>
          <w:p w:rsidR="00EE4395" w:rsidRPr="005A1943" w:rsidRDefault="00EE4395" w:rsidP="00C534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943">
              <w:rPr>
                <w:rFonts w:ascii="Times New Roman" w:hAnsi="Times New Roman"/>
                <w:sz w:val="24"/>
                <w:szCs w:val="24"/>
              </w:rPr>
              <w:t>IV. negyedév Műfüves pályafenntartás</w:t>
            </w:r>
          </w:p>
        </w:tc>
        <w:tc>
          <w:tcPr>
            <w:tcW w:w="1738" w:type="dxa"/>
          </w:tcPr>
          <w:p w:rsidR="00EE4395" w:rsidRPr="005A1943" w:rsidRDefault="00EE4395" w:rsidP="00C534E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.124.000 Ft"/>
              </w:smartTagPr>
              <w:r w:rsidRPr="005A1943">
                <w:rPr>
                  <w:rFonts w:ascii="Times New Roman" w:hAnsi="Times New Roman"/>
                  <w:sz w:val="24"/>
                  <w:szCs w:val="24"/>
                </w:rPr>
                <w:t>2.124.000 Ft</w:t>
              </w:r>
            </w:smartTag>
          </w:p>
        </w:tc>
        <w:tc>
          <w:tcPr>
            <w:tcW w:w="1930" w:type="dxa"/>
          </w:tcPr>
          <w:p w:rsidR="00EE4395" w:rsidRPr="005A1943" w:rsidRDefault="00EE4395" w:rsidP="00C534E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</w:tcPr>
          <w:p w:rsidR="00EE4395" w:rsidRPr="005A1943" w:rsidRDefault="00EE4395" w:rsidP="00C534E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4395" w:rsidRPr="005A1943" w:rsidTr="00C534E6">
        <w:tc>
          <w:tcPr>
            <w:tcW w:w="4252" w:type="dxa"/>
          </w:tcPr>
          <w:p w:rsidR="00EE4395" w:rsidRPr="005A1943" w:rsidRDefault="00EE4395" w:rsidP="00C534E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A1943">
              <w:rPr>
                <w:rFonts w:ascii="Times New Roman" w:hAnsi="Times New Roman"/>
                <w:b/>
                <w:sz w:val="24"/>
                <w:szCs w:val="24"/>
              </w:rPr>
              <w:t>Összesen</w:t>
            </w:r>
          </w:p>
        </w:tc>
        <w:tc>
          <w:tcPr>
            <w:tcW w:w="1738" w:type="dxa"/>
          </w:tcPr>
          <w:p w:rsidR="00EE4395" w:rsidRPr="005A1943" w:rsidRDefault="00EE4395" w:rsidP="00C534E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89.199.189 Ft"/>
              </w:smartTagPr>
              <w:r w:rsidRPr="005A1943">
                <w:rPr>
                  <w:rFonts w:ascii="Times New Roman" w:hAnsi="Times New Roman"/>
                  <w:b/>
                  <w:sz w:val="24"/>
                  <w:szCs w:val="24"/>
                </w:rPr>
                <w:t>89.199.189 Ft</w:t>
              </w:r>
            </w:smartTag>
            <w:r w:rsidRPr="005A194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30" w:type="dxa"/>
          </w:tcPr>
          <w:p w:rsidR="00EE4395" w:rsidRPr="005A1943" w:rsidRDefault="00EE4395" w:rsidP="00C534E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9" w:type="dxa"/>
          </w:tcPr>
          <w:p w:rsidR="00EE4395" w:rsidRPr="005A1943" w:rsidRDefault="00EE4395" w:rsidP="00C534E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31.027.749,- Ft</w:t>
            </w:r>
          </w:p>
        </w:tc>
      </w:tr>
    </w:tbl>
    <w:p w:rsidR="00EE4395" w:rsidRPr="000D1C25" w:rsidRDefault="00EE4395" w:rsidP="00534324">
      <w:pPr>
        <w:spacing w:after="0" w:line="240" w:lineRule="auto"/>
        <w:rPr>
          <w:sz w:val="24"/>
          <w:szCs w:val="24"/>
          <w:lang w:eastAsia="hu-HU"/>
        </w:rPr>
      </w:pPr>
    </w:p>
    <w:p w:rsidR="00EE4395" w:rsidRDefault="00EE4395" w:rsidP="00534324">
      <w:pPr>
        <w:spacing w:after="0" w:line="240" w:lineRule="auto"/>
        <w:jc w:val="both"/>
        <w:rPr>
          <w:sz w:val="24"/>
          <w:szCs w:val="24"/>
          <w:lang w:eastAsia="hu-HU"/>
        </w:rPr>
      </w:pPr>
      <w:r>
        <w:rPr>
          <w:sz w:val="24"/>
          <w:szCs w:val="24"/>
          <w:lang w:eastAsia="hu-HU"/>
        </w:rPr>
        <w:t>A benyújtott számlamásolatok alapján javasoljuk 21.905.555,- Ft összegben az elszámolás elfogadását.</w:t>
      </w:r>
    </w:p>
    <w:p w:rsidR="00EE4395" w:rsidRDefault="00EE4395" w:rsidP="00534324">
      <w:pPr>
        <w:spacing w:after="0" w:line="240" w:lineRule="auto"/>
        <w:jc w:val="both"/>
        <w:rPr>
          <w:sz w:val="24"/>
          <w:szCs w:val="24"/>
          <w:lang w:eastAsia="hu-HU"/>
        </w:rPr>
        <w:sectPr w:rsidR="00EE4395" w:rsidSect="00C37FA4">
          <w:pgSz w:w="11906" w:h="16838" w:code="9"/>
          <w:pgMar w:top="567" w:right="1531" w:bottom="567" w:left="1531" w:header="567" w:footer="567" w:gutter="0"/>
          <w:cols w:space="708"/>
          <w:titlePg/>
          <w:docGrid w:linePitch="360"/>
        </w:sectPr>
      </w:pPr>
    </w:p>
    <w:tbl>
      <w:tblPr>
        <w:tblW w:w="13940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621"/>
        <w:gridCol w:w="1253"/>
        <w:gridCol w:w="4071"/>
        <w:gridCol w:w="2088"/>
        <w:gridCol w:w="1744"/>
        <w:gridCol w:w="1650"/>
        <w:gridCol w:w="1282"/>
        <w:gridCol w:w="1231"/>
      </w:tblGrid>
      <w:tr w:rsidR="00EE4395" w:rsidRPr="00253352" w:rsidTr="00C534E6">
        <w:trPr>
          <w:trHeight w:val="367"/>
        </w:trPr>
        <w:tc>
          <w:tcPr>
            <w:tcW w:w="13940" w:type="dxa"/>
            <w:gridSpan w:val="8"/>
            <w:noWrap/>
            <w:vAlign w:val="bottom"/>
          </w:tcPr>
          <w:p w:rsidR="00EE4395" w:rsidRPr="00253352" w:rsidRDefault="00EE4395" w:rsidP="00C534E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  <w:t xml:space="preserve">Hévízi Sport támogatás elszámolása 2013. január 1-től 2013. június 30-ig. </w:t>
            </w:r>
          </w:p>
        </w:tc>
      </w:tr>
      <w:tr w:rsidR="00EE4395" w:rsidRPr="00253352" w:rsidTr="007C4C25">
        <w:trPr>
          <w:trHeight w:val="645"/>
        </w:trPr>
        <w:tc>
          <w:tcPr>
            <w:tcW w:w="621" w:type="dxa"/>
            <w:noWrap/>
            <w:vAlign w:val="bottom"/>
          </w:tcPr>
          <w:p w:rsidR="00EE4395" w:rsidRPr="00253352" w:rsidRDefault="00EE4395" w:rsidP="00C534E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  <w:r w:rsidRPr="00253352"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  <w:t>Ssz.</w:t>
            </w:r>
          </w:p>
        </w:tc>
        <w:tc>
          <w:tcPr>
            <w:tcW w:w="1253" w:type="dxa"/>
            <w:vAlign w:val="bottom"/>
          </w:tcPr>
          <w:p w:rsidR="00EE4395" w:rsidRPr="00253352" w:rsidRDefault="00EE4395" w:rsidP="00C534E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  <w:r w:rsidRPr="00253352"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  <w:t>Átutalás</w:t>
            </w:r>
            <w:r w:rsidRPr="00253352"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  <w:br/>
              <w:t>dátuma</w:t>
            </w:r>
          </w:p>
        </w:tc>
        <w:tc>
          <w:tcPr>
            <w:tcW w:w="4071" w:type="dxa"/>
            <w:noWrap/>
            <w:vAlign w:val="bottom"/>
          </w:tcPr>
          <w:p w:rsidR="00EE4395" w:rsidRPr="00253352" w:rsidRDefault="00EE4395" w:rsidP="00C534E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  <w:r w:rsidRPr="00253352"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  <w:t>Támogatási megállapodás</w:t>
            </w:r>
          </w:p>
        </w:tc>
        <w:tc>
          <w:tcPr>
            <w:tcW w:w="2088" w:type="dxa"/>
            <w:noWrap/>
            <w:vAlign w:val="bottom"/>
          </w:tcPr>
          <w:p w:rsidR="00EE4395" w:rsidRPr="00253352" w:rsidRDefault="00EE4395" w:rsidP="00C534E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  <w:r w:rsidRPr="00253352"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  <w:t>Összeg</w:t>
            </w:r>
          </w:p>
        </w:tc>
        <w:tc>
          <w:tcPr>
            <w:tcW w:w="1744" w:type="dxa"/>
            <w:noWrap/>
            <w:vAlign w:val="bottom"/>
          </w:tcPr>
          <w:p w:rsidR="00EE4395" w:rsidRPr="00253352" w:rsidRDefault="00EE4395" w:rsidP="00C534E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  <w:r w:rsidRPr="00253352"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  <w:t>Felhasználva</w:t>
            </w:r>
          </w:p>
        </w:tc>
        <w:tc>
          <w:tcPr>
            <w:tcW w:w="1650" w:type="dxa"/>
            <w:noWrap/>
            <w:vAlign w:val="bottom"/>
          </w:tcPr>
          <w:p w:rsidR="00EE4395" w:rsidRPr="00253352" w:rsidRDefault="00EE4395" w:rsidP="00C534E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  <w:r w:rsidRPr="00253352"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  <w:t>Maradvány</w:t>
            </w:r>
          </w:p>
        </w:tc>
        <w:tc>
          <w:tcPr>
            <w:tcW w:w="1282" w:type="dxa"/>
            <w:noWrap/>
            <w:vAlign w:val="bottom"/>
          </w:tcPr>
          <w:p w:rsidR="00EE4395" w:rsidRPr="00253352" w:rsidRDefault="00EE4395" w:rsidP="00C534E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231" w:type="dxa"/>
          </w:tcPr>
          <w:p w:rsidR="00EE4395" w:rsidRPr="00253352" w:rsidRDefault="00EE4395" w:rsidP="00C534E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EE4395" w:rsidRPr="00030A55" w:rsidTr="007C4C25">
        <w:trPr>
          <w:trHeight w:val="285"/>
        </w:trPr>
        <w:tc>
          <w:tcPr>
            <w:tcW w:w="621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sz w:val="20"/>
                <w:szCs w:val="20"/>
                <w:lang w:eastAsia="hu-HU"/>
              </w:rPr>
              <w:t>1</w:t>
            </w:r>
            <w:r w:rsidRPr="00030A55">
              <w:rPr>
                <w:rFonts w:ascii="Arial" w:hAnsi="Arial" w:cs="Arial"/>
                <w:sz w:val="20"/>
                <w:szCs w:val="20"/>
                <w:lang w:eastAsia="hu-HU"/>
              </w:rPr>
              <w:t>.</w:t>
            </w:r>
          </w:p>
        </w:tc>
        <w:tc>
          <w:tcPr>
            <w:tcW w:w="1253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sz w:val="20"/>
                <w:szCs w:val="20"/>
                <w:lang w:eastAsia="hu-HU"/>
              </w:rPr>
              <w:t>2013.03.21</w:t>
            </w:r>
          </w:p>
        </w:tc>
        <w:tc>
          <w:tcPr>
            <w:tcW w:w="4071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030A55">
              <w:rPr>
                <w:rFonts w:ascii="Arial" w:hAnsi="Arial" w:cs="Arial"/>
                <w:sz w:val="20"/>
                <w:szCs w:val="20"/>
                <w:lang w:eastAsia="hu-HU"/>
              </w:rPr>
              <w:t>Önkormányzat KGO/</w:t>
            </w:r>
            <w:r>
              <w:rPr>
                <w:rFonts w:ascii="Arial" w:hAnsi="Arial" w:cs="Arial"/>
                <w:sz w:val="20"/>
                <w:szCs w:val="20"/>
                <w:lang w:eastAsia="hu-HU"/>
              </w:rPr>
              <w:t>145-1/2013</w:t>
            </w:r>
          </w:p>
        </w:tc>
        <w:tc>
          <w:tcPr>
            <w:tcW w:w="2088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sz w:val="20"/>
                <w:szCs w:val="20"/>
                <w:lang w:eastAsia="hu-HU"/>
              </w:rPr>
              <w:t>7.500.000</w:t>
            </w:r>
          </w:p>
        </w:tc>
        <w:tc>
          <w:tcPr>
            <w:tcW w:w="1744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sz w:val="20"/>
                <w:szCs w:val="20"/>
                <w:lang w:eastAsia="hu-HU"/>
              </w:rPr>
              <w:t>9.122.194</w:t>
            </w:r>
          </w:p>
        </w:tc>
        <w:tc>
          <w:tcPr>
            <w:tcW w:w="1650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-1.622.194</w:t>
            </w:r>
          </w:p>
        </w:tc>
        <w:tc>
          <w:tcPr>
            <w:tcW w:w="1282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231" w:type="dxa"/>
          </w:tcPr>
          <w:p w:rsidR="00EE4395" w:rsidRPr="00030A5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EE4395" w:rsidRPr="00030A55" w:rsidTr="007C4C25">
        <w:trPr>
          <w:trHeight w:val="285"/>
        </w:trPr>
        <w:tc>
          <w:tcPr>
            <w:tcW w:w="621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sz w:val="20"/>
                <w:szCs w:val="20"/>
                <w:lang w:eastAsia="hu-HU"/>
              </w:rPr>
              <w:t>2</w:t>
            </w:r>
            <w:r w:rsidRPr="00030A55">
              <w:rPr>
                <w:rFonts w:ascii="Arial" w:hAnsi="Arial" w:cs="Arial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53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sz w:val="20"/>
                <w:szCs w:val="20"/>
                <w:lang w:eastAsia="hu-HU"/>
              </w:rPr>
              <w:t>2013.04.03</w:t>
            </w:r>
          </w:p>
        </w:tc>
        <w:tc>
          <w:tcPr>
            <w:tcW w:w="4071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030A55">
              <w:rPr>
                <w:rFonts w:ascii="Arial" w:hAnsi="Arial" w:cs="Arial"/>
                <w:sz w:val="20"/>
                <w:szCs w:val="20"/>
                <w:lang w:eastAsia="hu-HU"/>
              </w:rPr>
              <w:t>Önkormányzat KGO/</w:t>
            </w:r>
            <w:r>
              <w:rPr>
                <w:rFonts w:ascii="Arial" w:hAnsi="Arial" w:cs="Arial"/>
                <w:sz w:val="20"/>
                <w:szCs w:val="20"/>
                <w:lang w:eastAsia="hu-HU"/>
              </w:rPr>
              <w:t>145-6/2013</w:t>
            </w:r>
          </w:p>
        </w:tc>
        <w:tc>
          <w:tcPr>
            <w:tcW w:w="2088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sz w:val="20"/>
                <w:szCs w:val="20"/>
                <w:lang w:eastAsia="hu-HU"/>
              </w:rPr>
              <w:t>12.992.297</w:t>
            </w:r>
            <w:r w:rsidRPr="00030A55">
              <w:rPr>
                <w:rFonts w:ascii="Arial" w:hAnsi="Arial" w:cs="Arial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744" w:type="dxa"/>
            <w:vMerge w:val="restart"/>
            <w:noWrap/>
            <w:vAlign w:val="bottom"/>
          </w:tcPr>
          <w:p w:rsidR="00EE439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sz w:val="20"/>
                <w:szCs w:val="20"/>
                <w:lang w:eastAsia="hu-HU"/>
              </w:rPr>
              <w:t>21.905.555</w:t>
            </w:r>
          </w:p>
          <w:p w:rsidR="00EE439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  <w:p w:rsidR="00EE439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  <w:p w:rsidR="00EE4395" w:rsidRPr="00030A5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650" w:type="dxa"/>
            <w:vMerge w:val="restart"/>
            <w:noWrap/>
            <w:vAlign w:val="bottom"/>
          </w:tcPr>
          <w:p w:rsidR="00EE439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sz w:val="20"/>
                <w:szCs w:val="20"/>
                <w:lang w:eastAsia="hu-HU"/>
              </w:rPr>
              <w:t>14.561.039</w:t>
            </w:r>
          </w:p>
          <w:p w:rsidR="00EE439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  <w:p w:rsidR="00EE439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  <w:p w:rsidR="00EE4395" w:rsidRPr="00030A5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282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231" w:type="dxa"/>
          </w:tcPr>
          <w:p w:rsidR="00EE4395" w:rsidRPr="00030A5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</w:tr>
      <w:tr w:rsidR="00EE4395" w:rsidRPr="00030A55" w:rsidTr="007C4C25">
        <w:trPr>
          <w:trHeight w:val="285"/>
        </w:trPr>
        <w:tc>
          <w:tcPr>
            <w:tcW w:w="621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sz w:val="20"/>
                <w:szCs w:val="20"/>
                <w:lang w:eastAsia="hu-HU"/>
              </w:rPr>
              <w:t>3</w:t>
            </w:r>
            <w:r w:rsidRPr="00030A55">
              <w:rPr>
                <w:rFonts w:ascii="Arial" w:hAnsi="Arial" w:cs="Arial"/>
                <w:sz w:val="20"/>
                <w:szCs w:val="20"/>
                <w:lang w:eastAsia="hu-HU"/>
              </w:rPr>
              <w:t>.</w:t>
            </w:r>
          </w:p>
        </w:tc>
        <w:tc>
          <w:tcPr>
            <w:tcW w:w="1253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sz w:val="20"/>
                <w:szCs w:val="20"/>
                <w:lang w:eastAsia="hu-HU"/>
              </w:rPr>
              <w:t>2013.04.03</w:t>
            </w:r>
          </w:p>
        </w:tc>
        <w:tc>
          <w:tcPr>
            <w:tcW w:w="4071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030A55">
              <w:rPr>
                <w:rFonts w:ascii="Arial" w:hAnsi="Arial" w:cs="Arial"/>
                <w:sz w:val="20"/>
                <w:szCs w:val="20"/>
                <w:lang w:eastAsia="hu-HU"/>
              </w:rPr>
              <w:t>Önkormányzat KGO/</w:t>
            </w:r>
            <w:r>
              <w:rPr>
                <w:rFonts w:ascii="Arial" w:hAnsi="Arial" w:cs="Arial"/>
                <w:sz w:val="20"/>
                <w:szCs w:val="20"/>
                <w:lang w:eastAsia="hu-HU"/>
              </w:rPr>
              <w:t>145-6/2013</w:t>
            </w:r>
          </w:p>
        </w:tc>
        <w:tc>
          <w:tcPr>
            <w:tcW w:w="2088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sz w:val="20"/>
                <w:szCs w:val="20"/>
                <w:lang w:eastAsia="hu-HU"/>
              </w:rPr>
              <w:t>708.000</w:t>
            </w:r>
          </w:p>
        </w:tc>
        <w:tc>
          <w:tcPr>
            <w:tcW w:w="1744" w:type="dxa"/>
            <w:vMerge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650" w:type="dxa"/>
            <w:vMerge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282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231" w:type="dxa"/>
          </w:tcPr>
          <w:p w:rsidR="00EE4395" w:rsidRPr="00030A5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</w:tr>
      <w:tr w:rsidR="00EE4395" w:rsidRPr="00030A55" w:rsidTr="007C4C25">
        <w:trPr>
          <w:trHeight w:val="285"/>
        </w:trPr>
        <w:tc>
          <w:tcPr>
            <w:tcW w:w="621" w:type="dxa"/>
            <w:noWrap/>
            <w:vAlign w:val="bottom"/>
          </w:tcPr>
          <w:p w:rsidR="00EE439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sz w:val="20"/>
                <w:szCs w:val="20"/>
                <w:lang w:eastAsia="hu-HU"/>
              </w:rPr>
              <w:t>4.</w:t>
            </w:r>
          </w:p>
        </w:tc>
        <w:tc>
          <w:tcPr>
            <w:tcW w:w="1253" w:type="dxa"/>
            <w:noWrap/>
            <w:vAlign w:val="bottom"/>
          </w:tcPr>
          <w:p w:rsidR="00EE439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sz w:val="20"/>
                <w:szCs w:val="20"/>
                <w:lang w:eastAsia="hu-HU"/>
              </w:rPr>
              <w:t>2013.05.08..</w:t>
            </w:r>
          </w:p>
        </w:tc>
        <w:tc>
          <w:tcPr>
            <w:tcW w:w="4071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sz w:val="20"/>
                <w:szCs w:val="20"/>
                <w:lang w:eastAsia="hu-HU"/>
              </w:rPr>
              <w:t>Alaptámogatás KGO/154-6/2013</w:t>
            </w:r>
          </w:p>
        </w:tc>
        <w:tc>
          <w:tcPr>
            <w:tcW w:w="2088" w:type="dxa"/>
            <w:noWrap/>
            <w:vAlign w:val="bottom"/>
          </w:tcPr>
          <w:p w:rsidR="00EE439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sz w:val="20"/>
                <w:szCs w:val="20"/>
                <w:lang w:eastAsia="hu-HU"/>
              </w:rPr>
              <w:t>20.492.297</w:t>
            </w:r>
          </w:p>
        </w:tc>
        <w:tc>
          <w:tcPr>
            <w:tcW w:w="1744" w:type="dxa"/>
            <w:vMerge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650" w:type="dxa"/>
            <w:vMerge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282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231" w:type="dxa"/>
          </w:tcPr>
          <w:p w:rsidR="00EE4395" w:rsidRPr="00030A5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</w:tr>
      <w:tr w:rsidR="00EE4395" w:rsidRPr="00030A55" w:rsidTr="007C4C25">
        <w:trPr>
          <w:trHeight w:val="285"/>
        </w:trPr>
        <w:tc>
          <w:tcPr>
            <w:tcW w:w="621" w:type="dxa"/>
            <w:noWrap/>
            <w:vAlign w:val="bottom"/>
          </w:tcPr>
          <w:p w:rsidR="00EE439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sz w:val="20"/>
                <w:szCs w:val="20"/>
                <w:lang w:eastAsia="hu-HU"/>
              </w:rPr>
              <w:t>5.</w:t>
            </w:r>
          </w:p>
        </w:tc>
        <w:tc>
          <w:tcPr>
            <w:tcW w:w="1253" w:type="dxa"/>
            <w:noWrap/>
            <w:vAlign w:val="bottom"/>
          </w:tcPr>
          <w:p w:rsidR="00EE439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sz w:val="20"/>
                <w:szCs w:val="20"/>
                <w:lang w:eastAsia="hu-HU"/>
              </w:rPr>
              <w:t>2013.05.08.</w:t>
            </w:r>
          </w:p>
        </w:tc>
        <w:tc>
          <w:tcPr>
            <w:tcW w:w="4071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sz w:val="20"/>
                <w:szCs w:val="20"/>
                <w:lang w:eastAsia="hu-HU"/>
              </w:rPr>
              <w:t>Nyírő József támogatás</w:t>
            </w:r>
          </w:p>
        </w:tc>
        <w:tc>
          <w:tcPr>
            <w:tcW w:w="2088" w:type="dxa"/>
            <w:noWrap/>
            <w:vAlign w:val="bottom"/>
          </w:tcPr>
          <w:p w:rsidR="00EE439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sz w:val="20"/>
                <w:szCs w:val="20"/>
                <w:lang w:eastAsia="hu-HU"/>
              </w:rPr>
              <w:t>150.000</w:t>
            </w:r>
          </w:p>
        </w:tc>
        <w:tc>
          <w:tcPr>
            <w:tcW w:w="1744" w:type="dxa"/>
            <w:vMerge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650" w:type="dxa"/>
            <w:vMerge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282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231" w:type="dxa"/>
          </w:tcPr>
          <w:p w:rsidR="00EE4395" w:rsidRPr="00030A5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</w:tr>
      <w:tr w:rsidR="00EE4395" w:rsidRPr="00030A55" w:rsidTr="007C4C25">
        <w:trPr>
          <w:trHeight w:val="285"/>
        </w:trPr>
        <w:tc>
          <w:tcPr>
            <w:tcW w:w="621" w:type="dxa"/>
            <w:noWrap/>
            <w:vAlign w:val="bottom"/>
          </w:tcPr>
          <w:p w:rsidR="00EE439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sz w:val="20"/>
                <w:szCs w:val="20"/>
                <w:lang w:eastAsia="hu-HU"/>
              </w:rPr>
              <w:t>6.</w:t>
            </w:r>
          </w:p>
        </w:tc>
        <w:tc>
          <w:tcPr>
            <w:tcW w:w="1253" w:type="dxa"/>
            <w:noWrap/>
            <w:vAlign w:val="bottom"/>
          </w:tcPr>
          <w:p w:rsidR="00EE439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sz w:val="20"/>
                <w:szCs w:val="20"/>
                <w:lang w:eastAsia="hu-HU"/>
              </w:rPr>
              <w:t>2013.05.08.</w:t>
            </w:r>
          </w:p>
        </w:tc>
        <w:tc>
          <w:tcPr>
            <w:tcW w:w="4071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sz w:val="20"/>
                <w:szCs w:val="20"/>
                <w:lang w:eastAsia="hu-HU"/>
              </w:rPr>
              <w:t>Műfüves pályafenntartás</w:t>
            </w:r>
          </w:p>
        </w:tc>
        <w:tc>
          <w:tcPr>
            <w:tcW w:w="2088" w:type="dxa"/>
            <w:noWrap/>
            <w:vAlign w:val="bottom"/>
          </w:tcPr>
          <w:p w:rsidR="00EE439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sz w:val="20"/>
                <w:szCs w:val="20"/>
                <w:lang w:eastAsia="hu-HU"/>
              </w:rPr>
              <w:t>2.124.000</w:t>
            </w:r>
          </w:p>
        </w:tc>
        <w:tc>
          <w:tcPr>
            <w:tcW w:w="1744" w:type="dxa"/>
            <w:vMerge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650" w:type="dxa"/>
            <w:vMerge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282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231" w:type="dxa"/>
          </w:tcPr>
          <w:p w:rsidR="00EE4395" w:rsidRPr="00030A5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</w:tr>
      <w:tr w:rsidR="00EE4395" w:rsidRPr="00030A55" w:rsidTr="007C4C25">
        <w:trPr>
          <w:trHeight w:val="330"/>
        </w:trPr>
        <w:tc>
          <w:tcPr>
            <w:tcW w:w="621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253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4071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  <w:t xml:space="preserve">2013.01.01-2013.06.30- ig támogatás és </w:t>
            </w:r>
            <w:r w:rsidRPr="00030A55"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  <w:t xml:space="preserve"> felhasználás:</w:t>
            </w:r>
          </w:p>
        </w:tc>
        <w:tc>
          <w:tcPr>
            <w:tcW w:w="2088" w:type="dxa"/>
            <w:noWrap/>
            <w:vAlign w:val="bottom"/>
          </w:tcPr>
          <w:p w:rsidR="00EE4395" w:rsidRPr="00253352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  <w:t>43.966.594</w:t>
            </w:r>
          </w:p>
        </w:tc>
        <w:tc>
          <w:tcPr>
            <w:tcW w:w="1744" w:type="dxa"/>
            <w:noWrap/>
            <w:vAlign w:val="bottom"/>
          </w:tcPr>
          <w:p w:rsidR="00EE4395" w:rsidRPr="007C4C2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  <w:r w:rsidRPr="007C4C25"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  <w:t>31.027.749</w:t>
            </w:r>
          </w:p>
        </w:tc>
        <w:tc>
          <w:tcPr>
            <w:tcW w:w="1650" w:type="dxa"/>
            <w:noWrap/>
            <w:vAlign w:val="bottom"/>
          </w:tcPr>
          <w:p w:rsidR="00EE4395" w:rsidRPr="007C4C2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  <w:r w:rsidRPr="007C4C25"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  <w:t>12.938.845</w:t>
            </w:r>
          </w:p>
        </w:tc>
        <w:tc>
          <w:tcPr>
            <w:tcW w:w="1282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231" w:type="dxa"/>
          </w:tcPr>
          <w:p w:rsidR="00EE4395" w:rsidRPr="00030A5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</w:tr>
      <w:tr w:rsidR="00EE4395" w:rsidRPr="00253352" w:rsidTr="007C4C25">
        <w:trPr>
          <w:trHeight w:val="330"/>
        </w:trPr>
        <w:tc>
          <w:tcPr>
            <w:tcW w:w="621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253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4071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088" w:type="dxa"/>
            <w:noWrap/>
            <w:vAlign w:val="bottom"/>
          </w:tcPr>
          <w:p w:rsidR="00EE4395" w:rsidRPr="0098304C" w:rsidRDefault="00EE4395" w:rsidP="00C534E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</w:pPr>
            <w:r w:rsidRPr="0098304C"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  <w:t>I. negyedév</w:t>
            </w:r>
          </w:p>
        </w:tc>
        <w:tc>
          <w:tcPr>
            <w:tcW w:w="1744" w:type="dxa"/>
            <w:noWrap/>
            <w:vAlign w:val="bottom"/>
          </w:tcPr>
          <w:p w:rsidR="00EE4395" w:rsidRPr="0098304C" w:rsidRDefault="00EE4395" w:rsidP="00C534E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</w:pPr>
            <w:r w:rsidRPr="0098304C"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  <w:t>II. negyedév</w:t>
            </w:r>
          </w:p>
        </w:tc>
        <w:tc>
          <w:tcPr>
            <w:tcW w:w="1650" w:type="dxa"/>
            <w:noWrap/>
            <w:vAlign w:val="bottom"/>
          </w:tcPr>
          <w:p w:rsidR="00EE4395" w:rsidRPr="0098304C" w:rsidRDefault="00EE4395" w:rsidP="00C534E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</w:pPr>
            <w:r w:rsidRPr="0098304C"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  <w:t>III. negyedév</w:t>
            </w:r>
          </w:p>
        </w:tc>
        <w:tc>
          <w:tcPr>
            <w:tcW w:w="1282" w:type="dxa"/>
            <w:noWrap/>
          </w:tcPr>
          <w:p w:rsidR="00EE4395" w:rsidRDefault="00EE4395" w:rsidP="00C534E6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</w:pPr>
          </w:p>
          <w:p w:rsidR="00EE4395" w:rsidRPr="00253352" w:rsidRDefault="00EE4395" w:rsidP="00C534E6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</w:pPr>
            <w:r w:rsidRPr="00253352"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  <w:t>IV. negyedév</w:t>
            </w:r>
          </w:p>
        </w:tc>
        <w:tc>
          <w:tcPr>
            <w:tcW w:w="1231" w:type="dxa"/>
          </w:tcPr>
          <w:p w:rsidR="00EE4395" w:rsidRPr="00253352" w:rsidRDefault="00EE4395" w:rsidP="00C534E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</w:pPr>
          </w:p>
          <w:p w:rsidR="00EE4395" w:rsidRPr="00253352" w:rsidRDefault="00EE4395" w:rsidP="00C534E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  <w:t>Ö</w:t>
            </w:r>
            <w:r w:rsidRPr="00253352"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  <w:t>sszesen</w:t>
            </w:r>
          </w:p>
        </w:tc>
      </w:tr>
      <w:tr w:rsidR="00EE4395" w:rsidRPr="00253352" w:rsidTr="007C4C25">
        <w:trPr>
          <w:trHeight w:val="80"/>
        </w:trPr>
        <w:tc>
          <w:tcPr>
            <w:tcW w:w="621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253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4071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  <w:r w:rsidRPr="00030A55"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  <w:t>Asztalitenisz</w:t>
            </w:r>
          </w:p>
        </w:tc>
        <w:tc>
          <w:tcPr>
            <w:tcW w:w="2088" w:type="dxa"/>
            <w:noWrap/>
            <w:vAlign w:val="bottom"/>
          </w:tcPr>
          <w:p w:rsidR="00EE4395" w:rsidRPr="00524286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</w:pPr>
            <w:r w:rsidRPr="00524286"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  <w:t>820.766</w:t>
            </w:r>
          </w:p>
        </w:tc>
        <w:tc>
          <w:tcPr>
            <w:tcW w:w="1744" w:type="dxa"/>
            <w:noWrap/>
            <w:vAlign w:val="bottom"/>
          </w:tcPr>
          <w:p w:rsidR="00EE4395" w:rsidRPr="00F94939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</w:pPr>
            <w:r w:rsidRPr="00F94939"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  <w:t>1.520.465</w:t>
            </w:r>
          </w:p>
        </w:tc>
        <w:tc>
          <w:tcPr>
            <w:tcW w:w="1650" w:type="dxa"/>
            <w:noWrap/>
            <w:vAlign w:val="bottom"/>
          </w:tcPr>
          <w:p w:rsidR="00EE4395" w:rsidRPr="00F94939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</w:pPr>
          </w:p>
        </w:tc>
        <w:tc>
          <w:tcPr>
            <w:tcW w:w="1282" w:type="dxa"/>
            <w:noWrap/>
          </w:tcPr>
          <w:p w:rsidR="00EE4395" w:rsidRPr="00253352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231" w:type="dxa"/>
            <w:vAlign w:val="bottom"/>
          </w:tcPr>
          <w:p w:rsidR="00EE4395" w:rsidRPr="00524286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  <w:t>2.341.231</w:t>
            </w:r>
          </w:p>
        </w:tc>
      </w:tr>
      <w:tr w:rsidR="00EE4395" w:rsidRPr="00253352" w:rsidTr="007C4C25">
        <w:trPr>
          <w:trHeight w:val="315"/>
        </w:trPr>
        <w:tc>
          <w:tcPr>
            <w:tcW w:w="621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253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4071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  <w:t>Nyírő József asztalitenisz</w:t>
            </w:r>
          </w:p>
        </w:tc>
        <w:tc>
          <w:tcPr>
            <w:tcW w:w="2088" w:type="dxa"/>
            <w:noWrap/>
            <w:vAlign w:val="bottom"/>
          </w:tcPr>
          <w:p w:rsidR="00EE4395" w:rsidRPr="00524286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noWrap/>
            <w:vAlign w:val="bottom"/>
          </w:tcPr>
          <w:p w:rsidR="00EE4395" w:rsidRPr="00524286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  <w:t>148.540</w:t>
            </w:r>
          </w:p>
        </w:tc>
        <w:tc>
          <w:tcPr>
            <w:tcW w:w="1650" w:type="dxa"/>
            <w:noWrap/>
            <w:vAlign w:val="bottom"/>
          </w:tcPr>
          <w:p w:rsidR="00EE4395" w:rsidRPr="00524286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</w:pPr>
          </w:p>
        </w:tc>
        <w:tc>
          <w:tcPr>
            <w:tcW w:w="1282" w:type="dxa"/>
            <w:noWrap/>
          </w:tcPr>
          <w:p w:rsidR="00EE4395" w:rsidRPr="00524286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231" w:type="dxa"/>
            <w:vAlign w:val="bottom"/>
          </w:tcPr>
          <w:p w:rsidR="00EE4395" w:rsidRPr="00524286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  <w:t>148.540</w:t>
            </w:r>
          </w:p>
        </w:tc>
      </w:tr>
      <w:tr w:rsidR="00EE4395" w:rsidRPr="00253352" w:rsidTr="007C4C25">
        <w:trPr>
          <w:trHeight w:val="315"/>
        </w:trPr>
        <w:tc>
          <w:tcPr>
            <w:tcW w:w="621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253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4071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  <w:r w:rsidRPr="00030A55"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  <w:t>Íjászat</w:t>
            </w:r>
          </w:p>
        </w:tc>
        <w:tc>
          <w:tcPr>
            <w:tcW w:w="2088" w:type="dxa"/>
            <w:noWrap/>
            <w:vAlign w:val="bottom"/>
          </w:tcPr>
          <w:p w:rsidR="00EE4395" w:rsidRPr="00524286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</w:pPr>
            <w:r w:rsidRPr="00524286"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  <w:t>259.482</w:t>
            </w:r>
          </w:p>
        </w:tc>
        <w:tc>
          <w:tcPr>
            <w:tcW w:w="1744" w:type="dxa"/>
            <w:noWrap/>
            <w:vAlign w:val="bottom"/>
          </w:tcPr>
          <w:p w:rsidR="00EE4395" w:rsidRPr="00524286" w:rsidRDefault="00EE4395" w:rsidP="00F94939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  <w:t>503.219</w:t>
            </w:r>
          </w:p>
        </w:tc>
        <w:tc>
          <w:tcPr>
            <w:tcW w:w="1650" w:type="dxa"/>
            <w:noWrap/>
            <w:vAlign w:val="bottom"/>
          </w:tcPr>
          <w:p w:rsidR="00EE4395" w:rsidRPr="00524286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</w:pPr>
          </w:p>
        </w:tc>
        <w:tc>
          <w:tcPr>
            <w:tcW w:w="1282" w:type="dxa"/>
            <w:noWrap/>
          </w:tcPr>
          <w:p w:rsidR="00EE4395" w:rsidRPr="00524286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231" w:type="dxa"/>
            <w:vAlign w:val="bottom"/>
          </w:tcPr>
          <w:p w:rsidR="00EE4395" w:rsidRPr="00524286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  <w:t>762.701</w:t>
            </w:r>
          </w:p>
        </w:tc>
      </w:tr>
      <w:tr w:rsidR="00EE4395" w:rsidRPr="00253352" w:rsidTr="007C4C25">
        <w:trPr>
          <w:trHeight w:val="315"/>
        </w:trPr>
        <w:tc>
          <w:tcPr>
            <w:tcW w:w="621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253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4071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  <w:r w:rsidRPr="00030A55"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  <w:t>Kézilabda</w:t>
            </w:r>
          </w:p>
        </w:tc>
        <w:tc>
          <w:tcPr>
            <w:tcW w:w="2088" w:type="dxa"/>
            <w:noWrap/>
            <w:vAlign w:val="bottom"/>
          </w:tcPr>
          <w:p w:rsidR="00EE4395" w:rsidRPr="00524286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</w:pPr>
            <w:r w:rsidRPr="00524286"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  <w:t>538.012</w:t>
            </w:r>
          </w:p>
        </w:tc>
        <w:tc>
          <w:tcPr>
            <w:tcW w:w="1744" w:type="dxa"/>
            <w:noWrap/>
            <w:vAlign w:val="bottom"/>
          </w:tcPr>
          <w:p w:rsidR="00EE4395" w:rsidRPr="00524286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  <w:t>2.467.138</w:t>
            </w:r>
          </w:p>
        </w:tc>
        <w:tc>
          <w:tcPr>
            <w:tcW w:w="1650" w:type="dxa"/>
            <w:noWrap/>
            <w:vAlign w:val="bottom"/>
          </w:tcPr>
          <w:p w:rsidR="00EE4395" w:rsidRPr="00524286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</w:pPr>
          </w:p>
        </w:tc>
        <w:tc>
          <w:tcPr>
            <w:tcW w:w="1282" w:type="dxa"/>
            <w:noWrap/>
          </w:tcPr>
          <w:p w:rsidR="00EE4395" w:rsidRPr="00524286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231" w:type="dxa"/>
            <w:vAlign w:val="bottom"/>
          </w:tcPr>
          <w:p w:rsidR="00EE4395" w:rsidRPr="00524286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  <w:t>3.005.150</w:t>
            </w:r>
          </w:p>
        </w:tc>
      </w:tr>
      <w:tr w:rsidR="00EE4395" w:rsidRPr="00253352" w:rsidTr="007C4C25">
        <w:trPr>
          <w:trHeight w:val="315"/>
        </w:trPr>
        <w:tc>
          <w:tcPr>
            <w:tcW w:w="621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253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4071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  <w:r w:rsidRPr="00030A55"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  <w:t>Közös</w:t>
            </w:r>
          </w:p>
        </w:tc>
        <w:tc>
          <w:tcPr>
            <w:tcW w:w="2088" w:type="dxa"/>
            <w:noWrap/>
            <w:vAlign w:val="bottom"/>
          </w:tcPr>
          <w:p w:rsidR="00EE4395" w:rsidRPr="00524286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</w:pPr>
            <w:r w:rsidRPr="00524286"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  <w:t>3.711.318</w:t>
            </w:r>
          </w:p>
        </w:tc>
        <w:tc>
          <w:tcPr>
            <w:tcW w:w="1744" w:type="dxa"/>
            <w:noWrap/>
            <w:vAlign w:val="bottom"/>
          </w:tcPr>
          <w:p w:rsidR="00EE4395" w:rsidRPr="00524286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  <w:t>6.444.906</w:t>
            </w:r>
          </w:p>
        </w:tc>
        <w:tc>
          <w:tcPr>
            <w:tcW w:w="1650" w:type="dxa"/>
            <w:noWrap/>
            <w:vAlign w:val="bottom"/>
          </w:tcPr>
          <w:p w:rsidR="00EE4395" w:rsidRPr="00524286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</w:pPr>
          </w:p>
        </w:tc>
        <w:tc>
          <w:tcPr>
            <w:tcW w:w="1282" w:type="dxa"/>
            <w:noWrap/>
          </w:tcPr>
          <w:p w:rsidR="00EE4395" w:rsidRPr="00524286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231" w:type="dxa"/>
            <w:vAlign w:val="bottom"/>
          </w:tcPr>
          <w:p w:rsidR="00EE4395" w:rsidRPr="00524286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  <w:t>10.156.224</w:t>
            </w:r>
          </w:p>
        </w:tc>
      </w:tr>
      <w:tr w:rsidR="00EE4395" w:rsidRPr="00253352" w:rsidTr="007C4C25">
        <w:trPr>
          <w:trHeight w:val="315"/>
        </w:trPr>
        <w:tc>
          <w:tcPr>
            <w:tcW w:w="621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253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4071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  <w:t>Labdarúgás</w:t>
            </w:r>
          </w:p>
        </w:tc>
        <w:tc>
          <w:tcPr>
            <w:tcW w:w="2088" w:type="dxa"/>
            <w:noWrap/>
            <w:vAlign w:val="bottom"/>
          </w:tcPr>
          <w:p w:rsidR="00EE4395" w:rsidRPr="00524286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</w:pPr>
            <w:r w:rsidRPr="00524286"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  <w:t>3.266.118</w:t>
            </w:r>
          </w:p>
        </w:tc>
        <w:tc>
          <w:tcPr>
            <w:tcW w:w="1744" w:type="dxa"/>
            <w:noWrap/>
            <w:vAlign w:val="bottom"/>
          </w:tcPr>
          <w:p w:rsidR="00EE4395" w:rsidRPr="00524286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  <w:t>7.080.579</w:t>
            </w:r>
          </w:p>
        </w:tc>
        <w:tc>
          <w:tcPr>
            <w:tcW w:w="1650" w:type="dxa"/>
            <w:noWrap/>
            <w:vAlign w:val="bottom"/>
          </w:tcPr>
          <w:p w:rsidR="00EE4395" w:rsidRPr="00524286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</w:pPr>
          </w:p>
        </w:tc>
        <w:tc>
          <w:tcPr>
            <w:tcW w:w="1282" w:type="dxa"/>
            <w:noWrap/>
          </w:tcPr>
          <w:p w:rsidR="00EE4395" w:rsidRPr="00524286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231" w:type="dxa"/>
            <w:vAlign w:val="bottom"/>
          </w:tcPr>
          <w:p w:rsidR="00EE4395" w:rsidRPr="00524286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  <w:t>10.346.697</w:t>
            </w:r>
          </w:p>
        </w:tc>
      </w:tr>
      <w:tr w:rsidR="00EE4395" w:rsidRPr="00253352" w:rsidTr="007C4C25">
        <w:trPr>
          <w:trHeight w:val="315"/>
        </w:trPr>
        <w:tc>
          <w:tcPr>
            <w:tcW w:w="621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253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4071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  <w:t>Labdarúgás TAO</w:t>
            </w:r>
          </w:p>
        </w:tc>
        <w:tc>
          <w:tcPr>
            <w:tcW w:w="2088" w:type="dxa"/>
            <w:noWrap/>
            <w:vAlign w:val="bottom"/>
          </w:tcPr>
          <w:p w:rsidR="00EE4395" w:rsidRPr="00524286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noWrap/>
            <w:vAlign w:val="bottom"/>
          </w:tcPr>
          <w:p w:rsidR="00EE4395" w:rsidRPr="00524286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  <w:t>91.349</w:t>
            </w:r>
          </w:p>
        </w:tc>
        <w:tc>
          <w:tcPr>
            <w:tcW w:w="1650" w:type="dxa"/>
            <w:noWrap/>
            <w:vAlign w:val="bottom"/>
          </w:tcPr>
          <w:p w:rsidR="00EE4395" w:rsidRPr="00524286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</w:pPr>
          </w:p>
        </w:tc>
        <w:tc>
          <w:tcPr>
            <w:tcW w:w="1282" w:type="dxa"/>
            <w:noWrap/>
          </w:tcPr>
          <w:p w:rsidR="00EE4395" w:rsidRPr="00524286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231" w:type="dxa"/>
            <w:vAlign w:val="bottom"/>
          </w:tcPr>
          <w:p w:rsidR="00EE4395" w:rsidRPr="00524286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  <w:t>91.349</w:t>
            </w:r>
          </w:p>
        </w:tc>
      </w:tr>
      <w:tr w:rsidR="00EE4395" w:rsidRPr="00253352" w:rsidTr="007C4C25">
        <w:trPr>
          <w:trHeight w:val="315"/>
        </w:trPr>
        <w:tc>
          <w:tcPr>
            <w:tcW w:w="621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253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4071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  <w:r w:rsidRPr="00030A55"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  <w:t>Lovas</w:t>
            </w:r>
          </w:p>
        </w:tc>
        <w:tc>
          <w:tcPr>
            <w:tcW w:w="2088" w:type="dxa"/>
            <w:noWrap/>
            <w:vAlign w:val="bottom"/>
          </w:tcPr>
          <w:p w:rsidR="00EE4395" w:rsidRPr="00524286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</w:pPr>
            <w:r w:rsidRPr="00524286"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  <w:t>168.000</w:t>
            </w:r>
          </w:p>
        </w:tc>
        <w:tc>
          <w:tcPr>
            <w:tcW w:w="1744" w:type="dxa"/>
            <w:noWrap/>
            <w:vAlign w:val="bottom"/>
          </w:tcPr>
          <w:p w:rsidR="00EE4395" w:rsidRPr="00524286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  <w:t>227.800</w:t>
            </w:r>
          </w:p>
        </w:tc>
        <w:tc>
          <w:tcPr>
            <w:tcW w:w="1650" w:type="dxa"/>
            <w:noWrap/>
            <w:vAlign w:val="bottom"/>
          </w:tcPr>
          <w:p w:rsidR="00EE4395" w:rsidRPr="00524286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</w:pPr>
          </w:p>
        </w:tc>
        <w:tc>
          <w:tcPr>
            <w:tcW w:w="1282" w:type="dxa"/>
            <w:noWrap/>
          </w:tcPr>
          <w:p w:rsidR="00EE4395" w:rsidRPr="00524286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231" w:type="dxa"/>
            <w:vAlign w:val="bottom"/>
          </w:tcPr>
          <w:p w:rsidR="00EE4395" w:rsidRPr="00524286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  <w:t>395.800</w:t>
            </w:r>
          </w:p>
        </w:tc>
      </w:tr>
      <w:tr w:rsidR="00EE4395" w:rsidRPr="00253352" w:rsidTr="007C4C25">
        <w:trPr>
          <w:trHeight w:val="315"/>
        </w:trPr>
        <w:tc>
          <w:tcPr>
            <w:tcW w:w="621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253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4071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  <w:r w:rsidRPr="00030A55"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  <w:t>Ökölvívás</w:t>
            </w:r>
          </w:p>
        </w:tc>
        <w:tc>
          <w:tcPr>
            <w:tcW w:w="2088" w:type="dxa"/>
            <w:noWrap/>
            <w:vAlign w:val="bottom"/>
          </w:tcPr>
          <w:p w:rsidR="00EE4395" w:rsidRPr="00524286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</w:pPr>
            <w:r w:rsidRPr="00524286"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  <w:t>48.792</w:t>
            </w:r>
          </w:p>
        </w:tc>
        <w:tc>
          <w:tcPr>
            <w:tcW w:w="1744" w:type="dxa"/>
            <w:noWrap/>
            <w:vAlign w:val="bottom"/>
          </w:tcPr>
          <w:p w:rsidR="00EE4395" w:rsidRPr="00524286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  <w:t>419.559</w:t>
            </w:r>
          </w:p>
        </w:tc>
        <w:tc>
          <w:tcPr>
            <w:tcW w:w="1650" w:type="dxa"/>
            <w:noWrap/>
            <w:vAlign w:val="bottom"/>
          </w:tcPr>
          <w:p w:rsidR="00EE4395" w:rsidRPr="00524286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</w:pPr>
          </w:p>
        </w:tc>
        <w:tc>
          <w:tcPr>
            <w:tcW w:w="1282" w:type="dxa"/>
            <w:noWrap/>
          </w:tcPr>
          <w:p w:rsidR="00EE4395" w:rsidRPr="00524286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231" w:type="dxa"/>
            <w:vAlign w:val="bottom"/>
          </w:tcPr>
          <w:p w:rsidR="00EE4395" w:rsidRPr="00524286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  <w:t>468.351</w:t>
            </w:r>
          </w:p>
        </w:tc>
      </w:tr>
      <w:tr w:rsidR="00EE4395" w:rsidRPr="00253352" w:rsidTr="007C4C25">
        <w:trPr>
          <w:trHeight w:val="315"/>
        </w:trPr>
        <w:tc>
          <w:tcPr>
            <w:tcW w:w="621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253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4071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  <w:r w:rsidRPr="00030A55"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  <w:t>Rock and Roll</w:t>
            </w:r>
          </w:p>
        </w:tc>
        <w:tc>
          <w:tcPr>
            <w:tcW w:w="2088" w:type="dxa"/>
            <w:noWrap/>
            <w:vAlign w:val="bottom"/>
          </w:tcPr>
          <w:p w:rsidR="00EE4395" w:rsidRPr="00524286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</w:pPr>
            <w:r w:rsidRPr="00524286"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  <w:t>150.625</w:t>
            </w:r>
          </w:p>
        </w:tc>
        <w:tc>
          <w:tcPr>
            <w:tcW w:w="1744" w:type="dxa"/>
            <w:noWrap/>
            <w:vAlign w:val="bottom"/>
          </w:tcPr>
          <w:p w:rsidR="00EE4395" w:rsidRPr="00524286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  <w:t>96.485</w:t>
            </w:r>
          </w:p>
        </w:tc>
        <w:tc>
          <w:tcPr>
            <w:tcW w:w="1650" w:type="dxa"/>
            <w:noWrap/>
            <w:vAlign w:val="bottom"/>
          </w:tcPr>
          <w:p w:rsidR="00EE4395" w:rsidRPr="00524286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</w:pPr>
          </w:p>
        </w:tc>
        <w:tc>
          <w:tcPr>
            <w:tcW w:w="1282" w:type="dxa"/>
            <w:noWrap/>
          </w:tcPr>
          <w:p w:rsidR="00EE4395" w:rsidRPr="00524286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231" w:type="dxa"/>
            <w:vAlign w:val="bottom"/>
          </w:tcPr>
          <w:p w:rsidR="00EE4395" w:rsidRPr="00524286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  <w:t>247.110</w:t>
            </w:r>
          </w:p>
        </w:tc>
      </w:tr>
      <w:tr w:rsidR="00EE4395" w:rsidRPr="00253352" w:rsidTr="007C4C25">
        <w:trPr>
          <w:trHeight w:val="315"/>
        </w:trPr>
        <w:tc>
          <w:tcPr>
            <w:tcW w:w="621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rPr>
                <w:color w:val="000000"/>
                <w:lang w:eastAsia="hu-HU"/>
              </w:rPr>
            </w:pPr>
          </w:p>
        </w:tc>
        <w:tc>
          <w:tcPr>
            <w:tcW w:w="1253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rPr>
                <w:color w:val="000000"/>
                <w:lang w:eastAsia="hu-HU"/>
              </w:rPr>
            </w:pPr>
          </w:p>
        </w:tc>
        <w:tc>
          <w:tcPr>
            <w:tcW w:w="4071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  <w:r w:rsidRPr="00030A55"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  <w:t>Sakk</w:t>
            </w:r>
          </w:p>
        </w:tc>
        <w:tc>
          <w:tcPr>
            <w:tcW w:w="2088" w:type="dxa"/>
            <w:noWrap/>
            <w:vAlign w:val="bottom"/>
          </w:tcPr>
          <w:p w:rsidR="00EE4395" w:rsidRPr="00524286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</w:pPr>
            <w:r w:rsidRPr="00524286"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  <w:t>100.013</w:t>
            </w:r>
          </w:p>
        </w:tc>
        <w:tc>
          <w:tcPr>
            <w:tcW w:w="1744" w:type="dxa"/>
            <w:noWrap/>
            <w:vAlign w:val="bottom"/>
          </w:tcPr>
          <w:p w:rsidR="00EE4395" w:rsidRPr="00524286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  <w:t>116.496</w:t>
            </w:r>
          </w:p>
        </w:tc>
        <w:tc>
          <w:tcPr>
            <w:tcW w:w="1650" w:type="dxa"/>
            <w:noWrap/>
            <w:vAlign w:val="bottom"/>
          </w:tcPr>
          <w:p w:rsidR="00EE4395" w:rsidRPr="00524286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</w:pPr>
          </w:p>
        </w:tc>
        <w:tc>
          <w:tcPr>
            <w:tcW w:w="1282" w:type="dxa"/>
            <w:noWrap/>
          </w:tcPr>
          <w:p w:rsidR="00EE4395" w:rsidRPr="00524286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231" w:type="dxa"/>
            <w:vAlign w:val="bottom"/>
          </w:tcPr>
          <w:p w:rsidR="00EE4395" w:rsidRPr="00524286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  <w:t>216.509</w:t>
            </w:r>
          </w:p>
        </w:tc>
      </w:tr>
      <w:tr w:rsidR="00EE4395" w:rsidRPr="00253352" w:rsidTr="007C4C25">
        <w:trPr>
          <w:trHeight w:val="330"/>
        </w:trPr>
        <w:tc>
          <w:tcPr>
            <w:tcW w:w="621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rPr>
                <w:color w:val="000000"/>
                <w:lang w:eastAsia="hu-HU"/>
              </w:rPr>
            </w:pPr>
          </w:p>
        </w:tc>
        <w:tc>
          <w:tcPr>
            <w:tcW w:w="1253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rPr>
                <w:color w:val="000000"/>
                <w:lang w:eastAsia="hu-HU"/>
              </w:rPr>
            </w:pPr>
          </w:p>
        </w:tc>
        <w:tc>
          <w:tcPr>
            <w:tcW w:w="4071" w:type="dxa"/>
            <w:noWrap/>
            <w:vAlign w:val="bottom"/>
          </w:tcPr>
          <w:p w:rsidR="00EE439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  <w:t>Létesítmény bér és járulék</w:t>
            </w:r>
          </w:p>
        </w:tc>
        <w:tc>
          <w:tcPr>
            <w:tcW w:w="2088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noWrap/>
            <w:vAlign w:val="bottom"/>
          </w:tcPr>
          <w:p w:rsidR="00EE439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  <w:t>2.602.158</w:t>
            </w:r>
          </w:p>
        </w:tc>
        <w:tc>
          <w:tcPr>
            <w:tcW w:w="1650" w:type="dxa"/>
            <w:noWrap/>
            <w:vAlign w:val="bottom"/>
          </w:tcPr>
          <w:p w:rsidR="00EE4395" w:rsidRPr="00524286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</w:pPr>
          </w:p>
        </w:tc>
        <w:tc>
          <w:tcPr>
            <w:tcW w:w="1282" w:type="dxa"/>
            <w:noWrap/>
          </w:tcPr>
          <w:p w:rsidR="00EE4395" w:rsidRPr="00524286" w:rsidRDefault="00EE4395" w:rsidP="00C534E6">
            <w:pPr>
              <w:spacing w:after="0" w:line="240" w:lineRule="auto"/>
              <w:jc w:val="right"/>
              <w:rPr>
                <w:bCs/>
                <w:color w:val="000000"/>
                <w:lang w:eastAsia="hu-HU"/>
              </w:rPr>
            </w:pPr>
          </w:p>
        </w:tc>
        <w:tc>
          <w:tcPr>
            <w:tcW w:w="1231" w:type="dxa"/>
            <w:vAlign w:val="bottom"/>
          </w:tcPr>
          <w:p w:rsidR="00EE439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  <w:t>2.602.158</w:t>
            </w:r>
          </w:p>
        </w:tc>
      </w:tr>
      <w:tr w:rsidR="00EE4395" w:rsidRPr="00253352" w:rsidTr="007C4C25">
        <w:trPr>
          <w:trHeight w:val="330"/>
        </w:trPr>
        <w:tc>
          <w:tcPr>
            <w:tcW w:w="621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rPr>
                <w:color w:val="000000"/>
                <w:lang w:eastAsia="hu-HU"/>
              </w:rPr>
            </w:pPr>
          </w:p>
        </w:tc>
        <w:tc>
          <w:tcPr>
            <w:tcW w:w="1253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rPr>
                <w:color w:val="000000"/>
                <w:lang w:eastAsia="hu-HU"/>
              </w:rPr>
            </w:pPr>
          </w:p>
        </w:tc>
        <w:tc>
          <w:tcPr>
            <w:tcW w:w="4071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  <w:t xml:space="preserve">Létesítmény egyéb </w:t>
            </w:r>
          </w:p>
        </w:tc>
        <w:tc>
          <w:tcPr>
            <w:tcW w:w="2088" w:type="dxa"/>
            <w:noWrap/>
            <w:vAlign w:val="bottom"/>
          </w:tcPr>
          <w:p w:rsidR="00EE4395" w:rsidRPr="00A11EC0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</w:pPr>
            <w:r w:rsidRPr="00A11EC0"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  <w:t>59.068</w:t>
            </w:r>
          </w:p>
        </w:tc>
        <w:tc>
          <w:tcPr>
            <w:tcW w:w="1744" w:type="dxa"/>
            <w:noWrap/>
            <w:vAlign w:val="bottom"/>
          </w:tcPr>
          <w:p w:rsidR="00EE4395" w:rsidRPr="00A11EC0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</w:pPr>
            <w:r w:rsidRPr="00A11EC0"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  <w:t>186.961</w:t>
            </w:r>
          </w:p>
        </w:tc>
        <w:tc>
          <w:tcPr>
            <w:tcW w:w="1650" w:type="dxa"/>
            <w:noWrap/>
            <w:vAlign w:val="bottom"/>
          </w:tcPr>
          <w:p w:rsidR="00EE4395" w:rsidRPr="00524286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  <w:lang w:eastAsia="hu-HU"/>
              </w:rPr>
            </w:pPr>
          </w:p>
        </w:tc>
        <w:tc>
          <w:tcPr>
            <w:tcW w:w="1282" w:type="dxa"/>
            <w:noWrap/>
          </w:tcPr>
          <w:p w:rsidR="00EE4395" w:rsidRPr="00524286" w:rsidRDefault="00EE4395" w:rsidP="00C534E6">
            <w:pPr>
              <w:spacing w:after="0" w:line="240" w:lineRule="auto"/>
              <w:jc w:val="right"/>
              <w:rPr>
                <w:bCs/>
                <w:color w:val="000000"/>
                <w:lang w:eastAsia="hu-HU"/>
              </w:rPr>
            </w:pPr>
          </w:p>
        </w:tc>
        <w:tc>
          <w:tcPr>
            <w:tcW w:w="1231" w:type="dxa"/>
            <w:vAlign w:val="bottom"/>
          </w:tcPr>
          <w:p w:rsidR="00EE4395" w:rsidRPr="00030A5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  <w:t>245.929</w:t>
            </w:r>
          </w:p>
        </w:tc>
      </w:tr>
      <w:tr w:rsidR="00EE4395" w:rsidRPr="00253352" w:rsidTr="007C4C25">
        <w:trPr>
          <w:trHeight w:val="330"/>
        </w:trPr>
        <w:tc>
          <w:tcPr>
            <w:tcW w:w="621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rPr>
                <w:color w:val="000000"/>
                <w:lang w:eastAsia="hu-HU"/>
              </w:rPr>
            </w:pPr>
          </w:p>
        </w:tc>
        <w:tc>
          <w:tcPr>
            <w:tcW w:w="1253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rPr>
                <w:color w:val="000000"/>
                <w:lang w:eastAsia="hu-HU"/>
              </w:rPr>
            </w:pPr>
          </w:p>
        </w:tc>
        <w:tc>
          <w:tcPr>
            <w:tcW w:w="4071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  <w:r w:rsidRPr="00030A55"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  <w:t>Összesen</w:t>
            </w:r>
          </w:p>
        </w:tc>
        <w:tc>
          <w:tcPr>
            <w:tcW w:w="2088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  <w:t>9.122.194</w:t>
            </w:r>
          </w:p>
        </w:tc>
        <w:tc>
          <w:tcPr>
            <w:tcW w:w="1744" w:type="dxa"/>
            <w:noWrap/>
            <w:vAlign w:val="bottom"/>
          </w:tcPr>
          <w:p w:rsidR="00EE4395" w:rsidRPr="00F94939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F94939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  <w:t>21.905.555</w:t>
            </w:r>
          </w:p>
        </w:tc>
        <w:tc>
          <w:tcPr>
            <w:tcW w:w="1650" w:type="dxa"/>
            <w:noWrap/>
            <w:vAlign w:val="bottom"/>
          </w:tcPr>
          <w:p w:rsidR="00EE4395" w:rsidRPr="00F94939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</w:pPr>
          </w:p>
        </w:tc>
        <w:tc>
          <w:tcPr>
            <w:tcW w:w="1282" w:type="dxa"/>
            <w:noWrap/>
          </w:tcPr>
          <w:p w:rsidR="00EE4395" w:rsidRPr="00524286" w:rsidRDefault="00EE4395" w:rsidP="00C534E6">
            <w:pPr>
              <w:spacing w:after="0" w:line="240" w:lineRule="auto"/>
              <w:jc w:val="right"/>
              <w:rPr>
                <w:bCs/>
                <w:color w:val="000000"/>
                <w:lang w:eastAsia="hu-HU"/>
              </w:rPr>
            </w:pPr>
          </w:p>
        </w:tc>
        <w:tc>
          <w:tcPr>
            <w:tcW w:w="1231" w:type="dxa"/>
            <w:vAlign w:val="bottom"/>
          </w:tcPr>
          <w:p w:rsidR="00EE4395" w:rsidRPr="00030A5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  <w:t>31.027.749</w:t>
            </w:r>
          </w:p>
        </w:tc>
      </w:tr>
      <w:tr w:rsidR="00EE4395" w:rsidRPr="00253352" w:rsidTr="00A11EC0">
        <w:trPr>
          <w:trHeight w:val="162"/>
        </w:trPr>
        <w:tc>
          <w:tcPr>
            <w:tcW w:w="621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rPr>
                <w:color w:val="000000"/>
                <w:lang w:eastAsia="hu-HU"/>
              </w:rPr>
            </w:pPr>
          </w:p>
        </w:tc>
        <w:tc>
          <w:tcPr>
            <w:tcW w:w="1253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rPr>
                <w:color w:val="000000"/>
                <w:lang w:eastAsia="hu-HU"/>
              </w:rPr>
            </w:pPr>
          </w:p>
        </w:tc>
        <w:tc>
          <w:tcPr>
            <w:tcW w:w="4071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088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744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650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282" w:type="dxa"/>
            <w:noWrap/>
            <w:vAlign w:val="bottom"/>
          </w:tcPr>
          <w:p w:rsidR="00EE4395" w:rsidRPr="00253352" w:rsidRDefault="00EE4395" w:rsidP="00C534E6">
            <w:pPr>
              <w:spacing w:after="0" w:line="240" w:lineRule="auto"/>
              <w:rPr>
                <w:color w:val="000000"/>
                <w:lang w:eastAsia="hu-HU"/>
              </w:rPr>
            </w:pPr>
          </w:p>
        </w:tc>
        <w:tc>
          <w:tcPr>
            <w:tcW w:w="1231" w:type="dxa"/>
          </w:tcPr>
          <w:p w:rsidR="00EE4395" w:rsidRPr="00253352" w:rsidRDefault="00EE4395" w:rsidP="00C534E6">
            <w:pPr>
              <w:spacing w:after="0" w:line="240" w:lineRule="auto"/>
              <w:rPr>
                <w:color w:val="000000"/>
                <w:lang w:eastAsia="hu-HU"/>
              </w:rPr>
            </w:pPr>
          </w:p>
        </w:tc>
      </w:tr>
      <w:tr w:rsidR="00EE4395" w:rsidRPr="00030A55" w:rsidTr="007C4C25">
        <w:trPr>
          <w:trHeight w:val="300"/>
        </w:trPr>
        <w:tc>
          <w:tcPr>
            <w:tcW w:w="621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jc w:val="center"/>
              <w:rPr>
                <w:color w:val="000000"/>
                <w:lang w:eastAsia="hu-HU"/>
              </w:rPr>
            </w:pPr>
          </w:p>
        </w:tc>
        <w:tc>
          <w:tcPr>
            <w:tcW w:w="1253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jc w:val="center"/>
              <w:rPr>
                <w:color w:val="000000"/>
                <w:lang w:eastAsia="hu-HU"/>
              </w:rPr>
            </w:pPr>
          </w:p>
        </w:tc>
        <w:tc>
          <w:tcPr>
            <w:tcW w:w="4071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030A5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  <w:t>Megnevezés</w:t>
            </w:r>
          </w:p>
        </w:tc>
        <w:tc>
          <w:tcPr>
            <w:tcW w:w="2088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hu-HU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hu-HU"/>
              </w:rPr>
              <w:t>Nyitó egyenleg 2013.01.01</w:t>
            </w:r>
            <w:r w:rsidRPr="00030A5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hu-HU"/>
              </w:rPr>
              <w:t>.</w:t>
            </w:r>
          </w:p>
        </w:tc>
        <w:tc>
          <w:tcPr>
            <w:tcW w:w="1744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030A5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  <w:t xml:space="preserve">Záró egyenleg 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  <w:t>2013.06.30</w:t>
            </w:r>
          </w:p>
        </w:tc>
        <w:tc>
          <w:tcPr>
            <w:tcW w:w="1650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</w:pPr>
          </w:p>
        </w:tc>
        <w:tc>
          <w:tcPr>
            <w:tcW w:w="1282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jc w:val="center"/>
              <w:rPr>
                <w:color w:val="000000"/>
                <w:lang w:eastAsia="hu-HU"/>
              </w:rPr>
            </w:pPr>
          </w:p>
        </w:tc>
        <w:tc>
          <w:tcPr>
            <w:tcW w:w="1231" w:type="dxa"/>
          </w:tcPr>
          <w:p w:rsidR="00EE4395" w:rsidRPr="00030A55" w:rsidRDefault="00EE4395" w:rsidP="00C534E6">
            <w:pPr>
              <w:spacing w:after="0" w:line="240" w:lineRule="auto"/>
              <w:jc w:val="center"/>
              <w:rPr>
                <w:color w:val="000000"/>
                <w:lang w:eastAsia="hu-HU"/>
              </w:rPr>
            </w:pPr>
          </w:p>
        </w:tc>
      </w:tr>
      <w:tr w:rsidR="00EE4395" w:rsidRPr="00030A55" w:rsidTr="007C4C25">
        <w:trPr>
          <w:trHeight w:val="285"/>
        </w:trPr>
        <w:tc>
          <w:tcPr>
            <w:tcW w:w="621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rPr>
                <w:color w:val="000000"/>
                <w:lang w:eastAsia="hu-HU"/>
              </w:rPr>
            </w:pPr>
          </w:p>
        </w:tc>
        <w:tc>
          <w:tcPr>
            <w:tcW w:w="1253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rPr>
                <w:color w:val="000000"/>
                <w:lang w:eastAsia="hu-HU"/>
              </w:rPr>
            </w:pPr>
          </w:p>
        </w:tc>
        <w:tc>
          <w:tcPr>
            <w:tcW w:w="4071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030A5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  <w:t>Bankszámla</w:t>
            </w:r>
          </w:p>
        </w:tc>
        <w:tc>
          <w:tcPr>
            <w:tcW w:w="2088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sz w:val="20"/>
                <w:szCs w:val="20"/>
                <w:lang w:eastAsia="hu-HU"/>
              </w:rPr>
              <w:t>10.015.458</w:t>
            </w:r>
          </w:p>
        </w:tc>
        <w:tc>
          <w:tcPr>
            <w:tcW w:w="1744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3.614.710</w:t>
            </w:r>
          </w:p>
        </w:tc>
        <w:tc>
          <w:tcPr>
            <w:tcW w:w="1650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282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rPr>
                <w:color w:val="000000"/>
                <w:lang w:eastAsia="hu-HU"/>
              </w:rPr>
            </w:pPr>
          </w:p>
        </w:tc>
        <w:tc>
          <w:tcPr>
            <w:tcW w:w="1231" w:type="dxa"/>
          </w:tcPr>
          <w:p w:rsidR="00EE4395" w:rsidRPr="00030A55" w:rsidRDefault="00EE4395" w:rsidP="00C534E6">
            <w:pPr>
              <w:spacing w:after="0" w:line="240" w:lineRule="auto"/>
              <w:rPr>
                <w:color w:val="000000"/>
                <w:lang w:eastAsia="hu-HU"/>
              </w:rPr>
            </w:pPr>
          </w:p>
        </w:tc>
      </w:tr>
      <w:tr w:rsidR="00EE4395" w:rsidRPr="00030A55" w:rsidTr="007C4C25">
        <w:trPr>
          <w:trHeight w:val="300"/>
        </w:trPr>
        <w:tc>
          <w:tcPr>
            <w:tcW w:w="621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rPr>
                <w:color w:val="000000"/>
                <w:lang w:eastAsia="hu-HU"/>
              </w:rPr>
            </w:pPr>
          </w:p>
        </w:tc>
        <w:tc>
          <w:tcPr>
            <w:tcW w:w="1253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rPr>
                <w:color w:val="000000"/>
                <w:lang w:eastAsia="hu-HU"/>
              </w:rPr>
            </w:pPr>
          </w:p>
        </w:tc>
        <w:tc>
          <w:tcPr>
            <w:tcW w:w="4071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030A5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  <w:t>Pénztár</w:t>
            </w:r>
          </w:p>
        </w:tc>
        <w:tc>
          <w:tcPr>
            <w:tcW w:w="2088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sz w:val="20"/>
                <w:szCs w:val="20"/>
                <w:lang w:eastAsia="hu-HU"/>
              </w:rPr>
              <w:t>32.560</w:t>
            </w:r>
          </w:p>
        </w:tc>
        <w:tc>
          <w:tcPr>
            <w:tcW w:w="1744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78.885</w:t>
            </w:r>
          </w:p>
        </w:tc>
        <w:tc>
          <w:tcPr>
            <w:tcW w:w="1650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282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rPr>
                <w:color w:val="000000"/>
                <w:lang w:eastAsia="hu-HU"/>
              </w:rPr>
            </w:pPr>
          </w:p>
        </w:tc>
        <w:tc>
          <w:tcPr>
            <w:tcW w:w="1231" w:type="dxa"/>
          </w:tcPr>
          <w:p w:rsidR="00EE4395" w:rsidRPr="00030A55" w:rsidRDefault="00EE4395" w:rsidP="00C534E6">
            <w:pPr>
              <w:spacing w:after="0" w:line="240" w:lineRule="auto"/>
              <w:rPr>
                <w:color w:val="000000"/>
                <w:lang w:eastAsia="hu-HU"/>
              </w:rPr>
            </w:pPr>
          </w:p>
        </w:tc>
      </w:tr>
      <w:tr w:rsidR="00EE4395" w:rsidRPr="00030A55" w:rsidTr="007C4C25">
        <w:trPr>
          <w:trHeight w:val="300"/>
        </w:trPr>
        <w:tc>
          <w:tcPr>
            <w:tcW w:w="621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rPr>
                <w:color w:val="000000"/>
                <w:lang w:eastAsia="hu-HU"/>
              </w:rPr>
            </w:pPr>
          </w:p>
        </w:tc>
        <w:tc>
          <w:tcPr>
            <w:tcW w:w="1253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rPr>
                <w:color w:val="000000"/>
                <w:lang w:eastAsia="hu-HU"/>
              </w:rPr>
            </w:pPr>
          </w:p>
        </w:tc>
        <w:tc>
          <w:tcPr>
            <w:tcW w:w="4071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  <w:t>Lekötött pénzösszeg</w:t>
            </w:r>
          </w:p>
        </w:tc>
        <w:tc>
          <w:tcPr>
            <w:tcW w:w="2088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744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9.245.250</w:t>
            </w:r>
          </w:p>
        </w:tc>
        <w:tc>
          <w:tcPr>
            <w:tcW w:w="1650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282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rPr>
                <w:color w:val="000000"/>
                <w:lang w:eastAsia="hu-HU"/>
              </w:rPr>
            </w:pPr>
          </w:p>
        </w:tc>
        <w:tc>
          <w:tcPr>
            <w:tcW w:w="1231" w:type="dxa"/>
          </w:tcPr>
          <w:p w:rsidR="00EE4395" w:rsidRPr="00030A55" w:rsidRDefault="00EE4395" w:rsidP="00C534E6">
            <w:pPr>
              <w:spacing w:after="0" w:line="240" w:lineRule="auto"/>
              <w:rPr>
                <w:color w:val="000000"/>
                <w:lang w:eastAsia="hu-HU"/>
              </w:rPr>
            </w:pPr>
          </w:p>
        </w:tc>
      </w:tr>
      <w:tr w:rsidR="00EE4395" w:rsidRPr="00030A55" w:rsidTr="007C4C25">
        <w:trPr>
          <w:trHeight w:val="300"/>
        </w:trPr>
        <w:tc>
          <w:tcPr>
            <w:tcW w:w="621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rPr>
                <w:color w:val="000000"/>
                <w:lang w:eastAsia="hu-HU"/>
              </w:rPr>
            </w:pPr>
          </w:p>
        </w:tc>
        <w:tc>
          <w:tcPr>
            <w:tcW w:w="1253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rPr>
                <w:color w:val="000000"/>
                <w:lang w:eastAsia="hu-HU"/>
              </w:rPr>
            </w:pPr>
          </w:p>
        </w:tc>
        <w:tc>
          <w:tcPr>
            <w:tcW w:w="4071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030A5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  <w:t>Összesen</w:t>
            </w:r>
          </w:p>
        </w:tc>
        <w:tc>
          <w:tcPr>
            <w:tcW w:w="2088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sz w:val="20"/>
                <w:szCs w:val="20"/>
                <w:lang w:eastAsia="hu-HU"/>
              </w:rPr>
              <w:t>10.048.018</w:t>
            </w:r>
          </w:p>
        </w:tc>
        <w:tc>
          <w:tcPr>
            <w:tcW w:w="1744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12.938.845</w:t>
            </w:r>
          </w:p>
        </w:tc>
        <w:tc>
          <w:tcPr>
            <w:tcW w:w="1650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282" w:type="dxa"/>
            <w:noWrap/>
            <w:vAlign w:val="bottom"/>
          </w:tcPr>
          <w:p w:rsidR="00EE4395" w:rsidRPr="00030A55" w:rsidRDefault="00EE4395" w:rsidP="00C534E6">
            <w:pPr>
              <w:spacing w:after="0" w:line="240" w:lineRule="auto"/>
              <w:rPr>
                <w:color w:val="000000"/>
                <w:lang w:eastAsia="hu-HU"/>
              </w:rPr>
            </w:pPr>
          </w:p>
        </w:tc>
        <w:tc>
          <w:tcPr>
            <w:tcW w:w="1231" w:type="dxa"/>
          </w:tcPr>
          <w:p w:rsidR="00EE4395" w:rsidRPr="00030A55" w:rsidRDefault="00EE4395" w:rsidP="00C534E6">
            <w:pPr>
              <w:spacing w:after="0" w:line="240" w:lineRule="auto"/>
              <w:rPr>
                <w:color w:val="000000"/>
                <w:lang w:eastAsia="hu-HU"/>
              </w:rPr>
            </w:pPr>
          </w:p>
        </w:tc>
      </w:tr>
    </w:tbl>
    <w:p w:rsidR="00EE4395" w:rsidRDefault="00EE4395" w:rsidP="00534324">
      <w:pPr>
        <w:spacing w:after="0" w:line="240" w:lineRule="auto"/>
        <w:rPr>
          <w:sz w:val="24"/>
          <w:szCs w:val="24"/>
          <w:lang w:eastAsia="hu-HU"/>
        </w:rPr>
      </w:pPr>
    </w:p>
    <w:p w:rsidR="00EE4395" w:rsidRPr="006D5902" w:rsidRDefault="00EE4395" w:rsidP="00E90B4A">
      <w:pPr>
        <w:spacing w:after="0" w:line="240" w:lineRule="auto"/>
        <w:jc w:val="center"/>
        <w:rPr>
          <w:rFonts w:ascii="Arial" w:hAnsi="Arial" w:cs="Arial"/>
          <w:b/>
        </w:rPr>
      </w:pPr>
    </w:p>
    <w:p w:rsidR="00EE4395" w:rsidRDefault="00EE4395" w:rsidP="00E90B4A">
      <w:pPr>
        <w:spacing w:after="0" w:line="240" w:lineRule="auto"/>
        <w:jc w:val="center"/>
        <w:rPr>
          <w:rFonts w:ascii="Arial" w:hAnsi="Arial" w:cs="Arial"/>
          <w:b/>
        </w:rPr>
        <w:sectPr w:rsidR="00EE4395" w:rsidSect="00A11EC0">
          <w:pgSz w:w="16838" w:h="11906" w:orient="landscape" w:code="9"/>
          <w:pgMar w:top="794" w:right="567" w:bottom="794" w:left="567" w:header="567" w:footer="567" w:gutter="0"/>
          <w:cols w:space="708"/>
          <w:titlePg/>
          <w:docGrid w:linePitch="360"/>
        </w:sectPr>
      </w:pPr>
    </w:p>
    <w:p w:rsidR="00EE4395" w:rsidRDefault="00EE4395" w:rsidP="00E90B4A">
      <w:pPr>
        <w:spacing w:after="0" w:line="240" w:lineRule="auto"/>
        <w:jc w:val="center"/>
        <w:rPr>
          <w:rFonts w:ascii="Arial" w:hAnsi="Arial" w:cs="Arial"/>
          <w:b/>
        </w:rPr>
      </w:pPr>
    </w:p>
    <w:p w:rsidR="00EE4395" w:rsidRDefault="00EE4395" w:rsidP="00E90B4A">
      <w:pPr>
        <w:spacing w:after="0" w:line="240" w:lineRule="auto"/>
        <w:jc w:val="center"/>
        <w:rPr>
          <w:rFonts w:ascii="Arial" w:hAnsi="Arial" w:cs="Arial"/>
          <w:b/>
        </w:rPr>
      </w:pPr>
    </w:p>
    <w:p w:rsidR="00EE4395" w:rsidRPr="006D5902" w:rsidRDefault="00EE4395" w:rsidP="00E90B4A">
      <w:pPr>
        <w:spacing w:after="0" w:line="240" w:lineRule="auto"/>
        <w:jc w:val="center"/>
        <w:rPr>
          <w:rFonts w:ascii="Arial" w:hAnsi="Arial" w:cs="Arial"/>
          <w:b/>
        </w:rPr>
      </w:pPr>
      <w:r w:rsidRPr="006D5902">
        <w:rPr>
          <w:rFonts w:ascii="Arial" w:hAnsi="Arial" w:cs="Arial"/>
          <w:b/>
        </w:rPr>
        <w:t>II.</w:t>
      </w:r>
    </w:p>
    <w:p w:rsidR="00EE4395" w:rsidRPr="006D5902" w:rsidRDefault="00EE4395" w:rsidP="00E90B4A">
      <w:pPr>
        <w:spacing w:after="0" w:line="240" w:lineRule="auto"/>
        <w:jc w:val="center"/>
        <w:rPr>
          <w:rFonts w:ascii="Arial" w:hAnsi="Arial" w:cs="Arial"/>
          <w:b/>
        </w:rPr>
      </w:pPr>
    </w:p>
    <w:p w:rsidR="00EE4395" w:rsidRPr="006D5902" w:rsidRDefault="00EE4395" w:rsidP="00E90B4A">
      <w:pPr>
        <w:spacing w:after="0" w:line="240" w:lineRule="auto"/>
        <w:jc w:val="center"/>
        <w:rPr>
          <w:rFonts w:ascii="Arial" w:hAnsi="Arial" w:cs="Arial"/>
          <w:b/>
        </w:rPr>
      </w:pPr>
      <w:r w:rsidRPr="006D5902">
        <w:rPr>
          <w:rFonts w:ascii="Arial" w:hAnsi="Arial" w:cs="Arial"/>
          <w:b/>
        </w:rPr>
        <w:t>Határozati javaslat</w:t>
      </w:r>
    </w:p>
    <w:p w:rsidR="00EE4395" w:rsidRPr="006D5902" w:rsidRDefault="00EE4395" w:rsidP="00E90B4A">
      <w:pPr>
        <w:spacing w:after="0" w:line="240" w:lineRule="auto"/>
        <w:jc w:val="center"/>
        <w:rPr>
          <w:rFonts w:ascii="Arial" w:hAnsi="Arial" w:cs="Arial"/>
          <w:b/>
        </w:rPr>
      </w:pPr>
    </w:p>
    <w:p w:rsidR="00EE4395" w:rsidRDefault="00EE4395" w:rsidP="00534324">
      <w:pPr>
        <w:numPr>
          <w:ilvl w:val="0"/>
          <w:numId w:val="5"/>
        </w:numPr>
        <w:tabs>
          <w:tab w:val="clear" w:pos="1240"/>
          <w:tab w:val="num" w:pos="110"/>
        </w:tabs>
        <w:ind w:left="110" w:right="585" w:hanging="220"/>
        <w:jc w:val="both"/>
        <w:rPr>
          <w:sz w:val="24"/>
          <w:szCs w:val="24"/>
        </w:rPr>
      </w:pPr>
      <w:r w:rsidRPr="00840C0E">
        <w:rPr>
          <w:sz w:val="24"/>
          <w:szCs w:val="24"/>
        </w:rPr>
        <w:t>Hévíz Város Önkormányzat Képviselő-testülete a Hévízi Sportkör részére 201</w:t>
      </w:r>
      <w:r>
        <w:rPr>
          <w:sz w:val="24"/>
          <w:szCs w:val="24"/>
        </w:rPr>
        <w:t>3</w:t>
      </w:r>
      <w:r w:rsidRPr="00840C0E">
        <w:rPr>
          <w:sz w:val="24"/>
          <w:szCs w:val="24"/>
        </w:rPr>
        <w:t>. évben biztosított</w:t>
      </w:r>
      <w:r>
        <w:rPr>
          <w:sz w:val="24"/>
          <w:szCs w:val="24"/>
        </w:rPr>
        <w:t xml:space="preserve"> második negyedévi</w:t>
      </w:r>
      <w:r w:rsidRPr="00840C0E">
        <w:rPr>
          <w:sz w:val="24"/>
          <w:szCs w:val="24"/>
        </w:rPr>
        <w:t xml:space="preserve"> támogatás elszámolás</w:t>
      </w:r>
      <w:r>
        <w:rPr>
          <w:sz w:val="24"/>
          <w:szCs w:val="24"/>
        </w:rPr>
        <w:t>á</w:t>
      </w:r>
      <w:r w:rsidRPr="00840C0E">
        <w:rPr>
          <w:sz w:val="24"/>
          <w:szCs w:val="24"/>
        </w:rPr>
        <w:t xml:space="preserve">t </w:t>
      </w:r>
      <w:r>
        <w:rPr>
          <w:sz w:val="24"/>
          <w:szCs w:val="24"/>
        </w:rPr>
        <w:t>21.905.555,-</w:t>
      </w:r>
      <w:r w:rsidRPr="00840C0E">
        <w:rPr>
          <w:sz w:val="24"/>
          <w:szCs w:val="24"/>
        </w:rPr>
        <w:t xml:space="preserve"> Ft összegben elfogadja. </w:t>
      </w:r>
    </w:p>
    <w:p w:rsidR="00EE4395" w:rsidRDefault="00EE4395" w:rsidP="00534324">
      <w:pPr>
        <w:numPr>
          <w:ilvl w:val="0"/>
          <w:numId w:val="5"/>
        </w:numPr>
        <w:tabs>
          <w:tab w:val="clear" w:pos="1240"/>
          <w:tab w:val="num" w:pos="110"/>
        </w:tabs>
        <w:ind w:left="110" w:right="585" w:hanging="220"/>
        <w:jc w:val="both"/>
        <w:rPr>
          <w:sz w:val="24"/>
          <w:szCs w:val="24"/>
        </w:rPr>
      </w:pPr>
      <w:r>
        <w:rPr>
          <w:sz w:val="24"/>
          <w:szCs w:val="24"/>
        </w:rPr>
        <w:t>A Képviselő-testület engedélyezi a Hévízi Sportkörnek a 2013 év harmadik negyedévi támogatás  folyósítását.</w:t>
      </w:r>
    </w:p>
    <w:p w:rsidR="00EE4395" w:rsidRPr="00840C0E" w:rsidRDefault="00EE4395" w:rsidP="00534324">
      <w:pPr>
        <w:tabs>
          <w:tab w:val="num" w:pos="110"/>
        </w:tabs>
        <w:spacing w:after="0" w:line="240" w:lineRule="auto"/>
        <w:ind w:left="110" w:right="584" w:hanging="220"/>
        <w:jc w:val="both"/>
        <w:rPr>
          <w:sz w:val="24"/>
          <w:szCs w:val="24"/>
        </w:rPr>
      </w:pPr>
      <w:r w:rsidRPr="00840C0E">
        <w:rPr>
          <w:sz w:val="24"/>
          <w:szCs w:val="24"/>
        </w:rPr>
        <w:t xml:space="preserve">Felelős: </w:t>
      </w:r>
      <w:smartTag w:uri="urn:schemas-microsoft-com:office:smarttags" w:element="PersonName">
        <w:r w:rsidRPr="00840C0E">
          <w:rPr>
            <w:sz w:val="24"/>
            <w:szCs w:val="24"/>
          </w:rPr>
          <w:t>Papp Gábor</w:t>
        </w:r>
      </w:smartTag>
      <w:r w:rsidRPr="00840C0E">
        <w:rPr>
          <w:sz w:val="24"/>
          <w:szCs w:val="24"/>
        </w:rPr>
        <w:t xml:space="preserve"> polgármester </w:t>
      </w:r>
    </w:p>
    <w:p w:rsidR="00EE4395" w:rsidRDefault="00EE4395" w:rsidP="00534324">
      <w:pPr>
        <w:tabs>
          <w:tab w:val="num" w:pos="110"/>
        </w:tabs>
        <w:spacing w:after="0" w:line="240" w:lineRule="auto"/>
        <w:ind w:left="110" w:right="584" w:hanging="220"/>
        <w:jc w:val="both"/>
        <w:rPr>
          <w:sz w:val="24"/>
          <w:szCs w:val="24"/>
        </w:rPr>
      </w:pPr>
      <w:r>
        <w:rPr>
          <w:sz w:val="24"/>
          <w:szCs w:val="24"/>
        </w:rPr>
        <w:t>Határidő: 2013</w:t>
      </w:r>
      <w:r w:rsidRPr="00840C0E">
        <w:rPr>
          <w:sz w:val="24"/>
          <w:szCs w:val="24"/>
        </w:rPr>
        <w:t xml:space="preserve">. </w:t>
      </w:r>
      <w:r>
        <w:rPr>
          <w:sz w:val="24"/>
          <w:szCs w:val="24"/>
        </w:rPr>
        <w:t>július 25.</w:t>
      </w:r>
    </w:p>
    <w:p w:rsidR="00EE4395" w:rsidRPr="006D5902" w:rsidRDefault="00EE4395" w:rsidP="006D5902">
      <w:pPr>
        <w:tabs>
          <w:tab w:val="left" w:pos="142"/>
        </w:tabs>
        <w:spacing w:after="0" w:line="240" w:lineRule="auto"/>
        <w:jc w:val="both"/>
        <w:rPr>
          <w:rFonts w:ascii="Arial" w:hAnsi="Arial" w:cs="Arial"/>
        </w:rPr>
      </w:pPr>
    </w:p>
    <w:p w:rsidR="00EE4395" w:rsidRPr="006D5902" w:rsidRDefault="00EE4395" w:rsidP="00E90B4A">
      <w:pPr>
        <w:spacing w:after="0" w:line="240" w:lineRule="auto"/>
        <w:jc w:val="center"/>
        <w:rPr>
          <w:rFonts w:ascii="Arial" w:hAnsi="Arial" w:cs="Arial"/>
          <w:b/>
        </w:rPr>
        <w:sectPr w:rsidR="00EE4395" w:rsidRPr="006D5902" w:rsidSect="00F94939">
          <w:pgSz w:w="11906" w:h="16838" w:code="9"/>
          <w:pgMar w:top="567" w:right="1531" w:bottom="567" w:left="1531" w:header="567" w:footer="567" w:gutter="0"/>
          <w:cols w:space="708"/>
          <w:titlePg/>
          <w:docGrid w:linePitch="360"/>
        </w:sectPr>
      </w:pPr>
    </w:p>
    <w:p w:rsidR="00EE4395" w:rsidRPr="006D5902" w:rsidRDefault="00EE4395" w:rsidP="00E90B4A">
      <w:pPr>
        <w:spacing w:after="0" w:line="240" w:lineRule="auto"/>
        <w:jc w:val="center"/>
        <w:rPr>
          <w:rFonts w:ascii="Arial" w:hAnsi="Arial" w:cs="Arial"/>
          <w:b/>
        </w:rPr>
      </w:pPr>
    </w:p>
    <w:p w:rsidR="00EE4395" w:rsidRPr="006D5902" w:rsidRDefault="00EE4395" w:rsidP="00E90B4A">
      <w:pPr>
        <w:spacing w:after="0" w:line="240" w:lineRule="auto"/>
        <w:jc w:val="center"/>
        <w:rPr>
          <w:rFonts w:ascii="Arial" w:hAnsi="Arial" w:cs="Arial"/>
          <w:b/>
        </w:rPr>
      </w:pPr>
    </w:p>
    <w:p w:rsidR="00EE4395" w:rsidRDefault="00EE4395" w:rsidP="00EC17CA">
      <w:pPr>
        <w:jc w:val="center"/>
        <w:rPr>
          <w:rFonts w:ascii="Arial" w:hAnsi="Arial" w:cs="Arial"/>
          <w:b/>
        </w:rPr>
      </w:pPr>
    </w:p>
    <w:p w:rsidR="00EE4395" w:rsidRDefault="00EE4395" w:rsidP="00EC17CA">
      <w:pPr>
        <w:jc w:val="center"/>
        <w:rPr>
          <w:rFonts w:ascii="Arial" w:hAnsi="Arial" w:cs="Arial"/>
          <w:b/>
        </w:rPr>
      </w:pPr>
    </w:p>
    <w:p w:rsidR="00EE4395" w:rsidRPr="006D5902" w:rsidRDefault="00EE4395" w:rsidP="00EC17C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III</w:t>
      </w:r>
      <w:r w:rsidRPr="006D5902">
        <w:rPr>
          <w:rFonts w:ascii="Arial" w:hAnsi="Arial" w:cs="Arial"/>
          <w:b/>
        </w:rPr>
        <w:t>.</w:t>
      </w:r>
    </w:p>
    <w:p w:rsidR="00EE4395" w:rsidRPr="006D5902" w:rsidRDefault="00EE4395" w:rsidP="00EC17CA">
      <w:pPr>
        <w:jc w:val="center"/>
        <w:rPr>
          <w:rFonts w:ascii="Arial" w:hAnsi="Arial" w:cs="Arial"/>
          <w:b/>
        </w:rPr>
      </w:pPr>
      <w:r w:rsidRPr="006D5902">
        <w:rPr>
          <w:rFonts w:ascii="Arial" w:hAnsi="Arial" w:cs="Arial"/>
          <w:b/>
        </w:rPr>
        <w:t>Felülvizsgálatok- egyeztetések</w:t>
      </w:r>
    </w:p>
    <w:p w:rsidR="00EE4395" w:rsidRPr="006D5902" w:rsidRDefault="00EE4395" w:rsidP="00EC17CA">
      <w:pPr>
        <w:jc w:val="center"/>
        <w:rPr>
          <w:rFonts w:ascii="Arial" w:hAnsi="Arial" w:cs="Arial"/>
          <w:b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87"/>
        <w:gridCol w:w="2846"/>
        <w:gridCol w:w="1761"/>
        <w:gridCol w:w="3165"/>
      </w:tblGrid>
      <w:tr w:rsidR="00EE4395" w:rsidRPr="006D5902" w:rsidTr="00627947">
        <w:tc>
          <w:tcPr>
            <w:tcW w:w="9959" w:type="dxa"/>
            <w:gridSpan w:val="4"/>
          </w:tcPr>
          <w:p w:rsidR="00EE4395" w:rsidRPr="006D5902" w:rsidRDefault="00EE4395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D5902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EE4395" w:rsidRPr="006D5902" w:rsidTr="00627947">
        <w:trPr>
          <w:trHeight w:val="422"/>
        </w:trPr>
        <w:tc>
          <w:tcPr>
            <w:tcW w:w="2303" w:type="dxa"/>
          </w:tcPr>
          <w:p w:rsidR="00EE4395" w:rsidRPr="006D5902" w:rsidRDefault="00EE4395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D5902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483" w:type="dxa"/>
          </w:tcPr>
          <w:p w:rsidR="00EE4395" w:rsidRPr="006D5902" w:rsidRDefault="00EE4395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D5902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843" w:type="dxa"/>
          </w:tcPr>
          <w:p w:rsidR="00EE4395" w:rsidRPr="006D5902" w:rsidRDefault="00EE4395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D5902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3330" w:type="dxa"/>
          </w:tcPr>
          <w:p w:rsidR="00EE4395" w:rsidRPr="006D5902" w:rsidRDefault="00EE4395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D5902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EE4395" w:rsidRPr="006D5902" w:rsidTr="00627947">
        <w:trPr>
          <w:trHeight w:val="697"/>
        </w:trPr>
        <w:tc>
          <w:tcPr>
            <w:tcW w:w="2303" w:type="dxa"/>
          </w:tcPr>
          <w:p w:rsidR="00EE4395" w:rsidRPr="006D5902" w:rsidRDefault="00EE4395" w:rsidP="00627947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Bediné Makra Anikó</w:t>
            </w:r>
          </w:p>
        </w:tc>
        <w:tc>
          <w:tcPr>
            <w:tcW w:w="2483" w:type="dxa"/>
            <w:vAlign w:val="center"/>
          </w:tcPr>
          <w:p w:rsidR="00EE4395" w:rsidRPr="00A11EC0" w:rsidRDefault="00EE4395" w:rsidP="00627947">
            <w:pPr>
              <w:spacing w:after="0" w:line="240" w:lineRule="auto"/>
              <w:rPr>
                <w:rFonts w:ascii="Arial" w:hAnsi="Arial" w:cs="Arial"/>
              </w:rPr>
            </w:pPr>
            <w:r w:rsidRPr="00A11EC0">
              <w:rPr>
                <w:rFonts w:ascii="Arial" w:hAnsi="Arial" w:cs="Arial"/>
              </w:rPr>
              <w:t>Közgazdasági osztályvezető/előterjesztés készítője</w:t>
            </w:r>
          </w:p>
        </w:tc>
        <w:tc>
          <w:tcPr>
            <w:tcW w:w="1843" w:type="dxa"/>
          </w:tcPr>
          <w:p w:rsidR="00EE4395" w:rsidRPr="006D5902" w:rsidRDefault="00EE4395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30" w:type="dxa"/>
          </w:tcPr>
          <w:p w:rsidR="00EE4395" w:rsidRPr="006D5902" w:rsidRDefault="00EE4395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EE4395" w:rsidRPr="006D5902" w:rsidTr="00627947">
        <w:trPr>
          <w:trHeight w:val="551"/>
        </w:trPr>
        <w:tc>
          <w:tcPr>
            <w:tcW w:w="2303" w:type="dxa"/>
          </w:tcPr>
          <w:p w:rsidR="00EE4395" w:rsidRPr="006D5902" w:rsidRDefault="00EE4395" w:rsidP="00627947">
            <w:pPr>
              <w:spacing w:after="0" w:line="240" w:lineRule="auto"/>
              <w:rPr>
                <w:rFonts w:ascii="Arial" w:hAnsi="Arial" w:cs="Arial"/>
                <w:b/>
              </w:rPr>
            </w:pPr>
            <w:smartTag w:uri="urn:schemas-microsoft-com:office:smarttags" w:element="PersonName">
              <w:r w:rsidRPr="006D5902">
                <w:rPr>
                  <w:rFonts w:ascii="Arial" w:hAnsi="Arial" w:cs="Arial"/>
                  <w:b/>
                </w:rPr>
                <w:t>Dr. Márkus Mirtill</w:t>
              </w:r>
            </w:smartTag>
          </w:p>
        </w:tc>
        <w:tc>
          <w:tcPr>
            <w:tcW w:w="2483" w:type="dxa"/>
            <w:vAlign w:val="center"/>
          </w:tcPr>
          <w:p w:rsidR="00EE4395" w:rsidRPr="00A11EC0" w:rsidRDefault="00EE4395" w:rsidP="00627947">
            <w:pPr>
              <w:spacing w:after="0" w:line="240" w:lineRule="auto"/>
              <w:rPr>
                <w:rFonts w:ascii="Arial" w:hAnsi="Arial" w:cs="Arial"/>
              </w:rPr>
            </w:pPr>
            <w:r w:rsidRPr="00A11EC0">
              <w:rPr>
                <w:rFonts w:ascii="Arial" w:hAnsi="Arial" w:cs="Arial"/>
              </w:rPr>
              <w:t>Aljegyző</w:t>
            </w:r>
          </w:p>
        </w:tc>
        <w:tc>
          <w:tcPr>
            <w:tcW w:w="1843" w:type="dxa"/>
          </w:tcPr>
          <w:p w:rsidR="00EE4395" w:rsidRPr="006D5902" w:rsidRDefault="00EE4395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30" w:type="dxa"/>
          </w:tcPr>
          <w:p w:rsidR="00EE4395" w:rsidRPr="006D5902" w:rsidRDefault="00EE4395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EE4395" w:rsidRPr="006D5902" w:rsidTr="00627947">
        <w:trPr>
          <w:trHeight w:val="573"/>
        </w:trPr>
        <w:tc>
          <w:tcPr>
            <w:tcW w:w="2303" w:type="dxa"/>
          </w:tcPr>
          <w:p w:rsidR="00EE4395" w:rsidRPr="006D5902" w:rsidRDefault="00EE4395" w:rsidP="0062794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6D5902">
              <w:rPr>
                <w:rFonts w:ascii="Arial" w:hAnsi="Arial" w:cs="Arial"/>
                <w:b/>
              </w:rPr>
              <w:t>Bediné Makra Anikó</w:t>
            </w:r>
          </w:p>
        </w:tc>
        <w:tc>
          <w:tcPr>
            <w:tcW w:w="2483" w:type="dxa"/>
            <w:vAlign w:val="center"/>
          </w:tcPr>
          <w:p w:rsidR="00EE4395" w:rsidRPr="00A11EC0" w:rsidRDefault="00EE4395" w:rsidP="00627947">
            <w:pPr>
              <w:spacing w:after="0" w:line="240" w:lineRule="auto"/>
              <w:rPr>
                <w:rFonts w:ascii="Arial" w:hAnsi="Arial" w:cs="Arial"/>
              </w:rPr>
            </w:pPr>
            <w:r w:rsidRPr="00A11EC0">
              <w:rPr>
                <w:rFonts w:ascii="Arial" w:hAnsi="Arial" w:cs="Arial"/>
              </w:rPr>
              <w:t xml:space="preserve">pénzügyi ellenőrzés </w:t>
            </w:r>
          </w:p>
        </w:tc>
        <w:tc>
          <w:tcPr>
            <w:tcW w:w="1843" w:type="dxa"/>
          </w:tcPr>
          <w:p w:rsidR="00EE4395" w:rsidRPr="006D5902" w:rsidRDefault="00EE4395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30" w:type="dxa"/>
          </w:tcPr>
          <w:p w:rsidR="00EE4395" w:rsidRPr="006D5902" w:rsidRDefault="00EE4395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EE4395" w:rsidRPr="006D5902" w:rsidTr="00627947">
        <w:trPr>
          <w:trHeight w:val="826"/>
        </w:trPr>
        <w:tc>
          <w:tcPr>
            <w:tcW w:w="2303" w:type="dxa"/>
          </w:tcPr>
          <w:p w:rsidR="00EE4395" w:rsidRPr="006D5902" w:rsidRDefault="00EE4395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  <w:vAlign w:val="center"/>
          </w:tcPr>
          <w:p w:rsidR="00EE4395" w:rsidRPr="00A11EC0" w:rsidRDefault="00EE4395" w:rsidP="00627947">
            <w:pPr>
              <w:spacing w:after="0" w:line="240" w:lineRule="auto"/>
              <w:rPr>
                <w:rFonts w:ascii="Arial" w:hAnsi="Arial" w:cs="Arial"/>
              </w:rPr>
            </w:pPr>
            <w:r w:rsidRPr="00A11EC0">
              <w:rPr>
                <w:rFonts w:ascii="Arial" w:hAnsi="Arial" w:cs="Arial"/>
              </w:rPr>
              <w:t>egyeztetési kötelezettség</w:t>
            </w:r>
          </w:p>
          <w:p w:rsidR="00EE4395" w:rsidRPr="00A11EC0" w:rsidRDefault="00EE4395" w:rsidP="0062794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EE4395" w:rsidRPr="006D5902" w:rsidRDefault="00EE4395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30" w:type="dxa"/>
          </w:tcPr>
          <w:p w:rsidR="00EE4395" w:rsidRPr="006D5902" w:rsidRDefault="00EE4395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EE4395" w:rsidRPr="006D5902" w:rsidTr="00627947">
        <w:tc>
          <w:tcPr>
            <w:tcW w:w="2303" w:type="dxa"/>
          </w:tcPr>
          <w:p w:rsidR="00EE4395" w:rsidRPr="006D5902" w:rsidRDefault="00EE4395" w:rsidP="0062794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6D5902">
              <w:rPr>
                <w:rFonts w:ascii="Arial" w:hAnsi="Arial" w:cs="Arial"/>
                <w:b/>
              </w:rPr>
              <w:t>dr. Tüske Róbert</w:t>
            </w:r>
          </w:p>
        </w:tc>
        <w:tc>
          <w:tcPr>
            <w:tcW w:w="2483" w:type="dxa"/>
            <w:vAlign w:val="center"/>
          </w:tcPr>
          <w:p w:rsidR="00EE4395" w:rsidRPr="00A11EC0" w:rsidRDefault="00EE4395" w:rsidP="00627947">
            <w:pPr>
              <w:spacing w:after="0" w:line="240" w:lineRule="auto"/>
              <w:rPr>
                <w:rFonts w:ascii="Arial" w:hAnsi="Arial" w:cs="Arial"/>
              </w:rPr>
            </w:pPr>
            <w:r w:rsidRPr="00A11EC0">
              <w:rPr>
                <w:rFonts w:ascii="Arial" w:hAnsi="Arial" w:cs="Arial"/>
              </w:rPr>
              <w:t xml:space="preserve">törvényességi felülvizsgálat </w:t>
            </w:r>
          </w:p>
          <w:p w:rsidR="00EE4395" w:rsidRPr="006D5902" w:rsidRDefault="00EE4395" w:rsidP="00627947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</w:tcPr>
          <w:p w:rsidR="00EE4395" w:rsidRPr="006D5902" w:rsidRDefault="00EE4395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30" w:type="dxa"/>
          </w:tcPr>
          <w:p w:rsidR="00EE4395" w:rsidRPr="006D5902" w:rsidRDefault="00EE4395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EE4395" w:rsidRPr="006D5902" w:rsidRDefault="00EE4395" w:rsidP="00EC17CA">
      <w:pPr>
        <w:jc w:val="center"/>
        <w:rPr>
          <w:rFonts w:ascii="Arial" w:hAnsi="Arial" w:cs="Arial"/>
          <w:b/>
        </w:rPr>
      </w:pPr>
    </w:p>
    <w:p w:rsidR="00EE4395" w:rsidRPr="006D5902" w:rsidRDefault="00EE4395" w:rsidP="00EC17CA">
      <w:pPr>
        <w:jc w:val="center"/>
        <w:rPr>
          <w:rFonts w:ascii="Arial" w:hAnsi="Arial" w:cs="Arial"/>
          <w:b/>
        </w:rPr>
      </w:pPr>
    </w:p>
    <w:p w:rsidR="00EE4395" w:rsidRPr="006D5902" w:rsidRDefault="00EE4395" w:rsidP="00EC17CA">
      <w:pPr>
        <w:jc w:val="center"/>
        <w:rPr>
          <w:rFonts w:ascii="Arial" w:hAnsi="Arial" w:cs="Arial"/>
          <w:b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83"/>
        <w:gridCol w:w="2483"/>
        <w:gridCol w:w="2483"/>
        <w:gridCol w:w="2485"/>
      </w:tblGrid>
      <w:tr w:rsidR="00EE4395" w:rsidRPr="006D5902" w:rsidTr="00627947">
        <w:trPr>
          <w:trHeight w:val="277"/>
        </w:trPr>
        <w:tc>
          <w:tcPr>
            <w:tcW w:w="9933" w:type="dxa"/>
            <w:gridSpan w:val="4"/>
          </w:tcPr>
          <w:p w:rsidR="00EE4395" w:rsidRPr="006D5902" w:rsidRDefault="00EE4395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D5902"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EE4395" w:rsidRPr="006D5902" w:rsidTr="00627947">
        <w:trPr>
          <w:trHeight w:val="277"/>
        </w:trPr>
        <w:tc>
          <w:tcPr>
            <w:tcW w:w="2483" w:type="dxa"/>
          </w:tcPr>
          <w:p w:rsidR="00EE4395" w:rsidRPr="006D5902" w:rsidRDefault="00EE4395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D5902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83" w:type="dxa"/>
          </w:tcPr>
          <w:p w:rsidR="00EE4395" w:rsidRPr="006D5902" w:rsidRDefault="00EE4395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D5902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2483" w:type="dxa"/>
          </w:tcPr>
          <w:p w:rsidR="00EE4395" w:rsidRPr="006D5902" w:rsidRDefault="00EE4395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D5902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485" w:type="dxa"/>
          </w:tcPr>
          <w:p w:rsidR="00EE4395" w:rsidRPr="006D5902" w:rsidRDefault="00EE4395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D5902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EE4395" w:rsidRPr="006D5902" w:rsidTr="00627947">
        <w:trPr>
          <w:trHeight w:val="707"/>
        </w:trPr>
        <w:tc>
          <w:tcPr>
            <w:tcW w:w="2483" w:type="dxa"/>
          </w:tcPr>
          <w:p w:rsidR="00EE4395" w:rsidRPr="006D5902" w:rsidRDefault="00EE4395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Bencsik Péter </w:t>
            </w:r>
          </w:p>
        </w:tc>
        <w:tc>
          <w:tcPr>
            <w:tcW w:w="2483" w:type="dxa"/>
          </w:tcPr>
          <w:p w:rsidR="00EE4395" w:rsidRPr="00A11EC0" w:rsidRDefault="00EE4395" w:rsidP="0062794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11EC0">
              <w:rPr>
                <w:rFonts w:ascii="Arial" w:hAnsi="Arial" w:cs="Arial"/>
              </w:rPr>
              <w:t xml:space="preserve">Hévízi Sportkör elnöke </w:t>
            </w:r>
          </w:p>
        </w:tc>
        <w:tc>
          <w:tcPr>
            <w:tcW w:w="2483" w:type="dxa"/>
          </w:tcPr>
          <w:p w:rsidR="00EE4395" w:rsidRPr="006D5902" w:rsidRDefault="00EE4395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EE4395" w:rsidRPr="006D5902" w:rsidRDefault="00EE4395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EE4395" w:rsidRPr="006D5902" w:rsidTr="00627947">
        <w:trPr>
          <w:trHeight w:val="829"/>
        </w:trPr>
        <w:tc>
          <w:tcPr>
            <w:tcW w:w="2483" w:type="dxa"/>
          </w:tcPr>
          <w:p w:rsidR="00EE4395" w:rsidRPr="006D5902" w:rsidRDefault="00EE4395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EE4395" w:rsidRPr="006D5902" w:rsidRDefault="00EE4395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EE4395" w:rsidRPr="006D5902" w:rsidRDefault="00EE4395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EE4395" w:rsidRPr="006D5902" w:rsidRDefault="00EE4395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EE4395" w:rsidRPr="006D5902" w:rsidRDefault="00EE4395" w:rsidP="00EC17CA">
      <w:pPr>
        <w:jc w:val="center"/>
        <w:rPr>
          <w:rFonts w:ascii="Arial" w:hAnsi="Arial" w:cs="Arial"/>
          <w:b/>
        </w:rPr>
      </w:pPr>
    </w:p>
    <w:p w:rsidR="00EE4395" w:rsidRPr="006D5902" w:rsidRDefault="00EE4395" w:rsidP="00E90B4A">
      <w:pPr>
        <w:spacing w:after="0" w:line="240" w:lineRule="auto"/>
        <w:jc w:val="center"/>
        <w:rPr>
          <w:rFonts w:ascii="Arial" w:hAnsi="Arial" w:cs="Arial"/>
          <w:b/>
        </w:rPr>
      </w:pPr>
    </w:p>
    <w:p w:rsidR="00EE4395" w:rsidRPr="006D5902" w:rsidRDefault="00EE4395" w:rsidP="00E90B4A">
      <w:pPr>
        <w:spacing w:after="0" w:line="240" w:lineRule="auto"/>
        <w:jc w:val="center"/>
        <w:rPr>
          <w:rFonts w:ascii="Arial" w:hAnsi="Arial" w:cs="Arial"/>
          <w:b/>
        </w:rPr>
      </w:pPr>
    </w:p>
    <w:p w:rsidR="00EE4395" w:rsidRPr="006D5902" w:rsidRDefault="00EE4395" w:rsidP="00E90B4A">
      <w:pPr>
        <w:spacing w:after="0" w:line="240" w:lineRule="auto"/>
        <w:jc w:val="center"/>
        <w:rPr>
          <w:rFonts w:ascii="Arial" w:hAnsi="Arial" w:cs="Arial"/>
          <w:b/>
        </w:rPr>
      </w:pPr>
    </w:p>
    <w:p w:rsidR="00EE4395" w:rsidRPr="006D5902" w:rsidRDefault="00EE4395" w:rsidP="00E90B4A">
      <w:pPr>
        <w:spacing w:after="0" w:line="240" w:lineRule="auto"/>
        <w:jc w:val="center"/>
        <w:rPr>
          <w:rFonts w:ascii="Arial" w:hAnsi="Arial" w:cs="Arial"/>
          <w:b/>
        </w:rPr>
      </w:pPr>
    </w:p>
    <w:p w:rsidR="00EE4395" w:rsidRPr="006D5902" w:rsidRDefault="00EE4395" w:rsidP="00E90B4A">
      <w:pPr>
        <w:spacing w:after="0" w:line="240" w:lineRule="auto"/>
        <w:jc w:val="center"/>
        <w:rPr>
          <w:rFonts w:ascii="Arial" w:hAnsi="Arial" w:cs="Arial"/>
          <w:b/>
        </w:rPr>
      </w:pPr>
    </w:p>
    <w:p w:rsidR="00EE4395" w:rsidRPr="006D5902" w:rsidRDefault="00EE4395" w:rsidP="00E90B4A">
      <w:pPr>
        <w:spacing w:after="0" w:line="240" w:lineRule="auto"/>
        <w:jc w:val="center"/>
        <w:rPr>
          <w:rFonts w:ascii="Arial" w:hAnsi="Arial" w:cs="Arial"/>
          <w:b/>
        </w:rPr>
      </w:pPr>
    </w:p>
    <w:p w:rsidR="00EE4395" w:rsidRPr="006D5902" w:rsidRDefault="00EE4395" w:rsidP="00E90B4A">
      <w:pPr>
        <w:spacing w:after="0" w:line="240" w:lineRule="auto"/>
        <w:jc w:val="center"/>
        <w:rPr>
          <w:rFonts w:ascii="Arial" w:hAnsi="Arial" w:cs="Arial"/>
          <w:b/>
        </w:rPr>
      </w:pPr>
    </w:p>
    <w:p w:rsidR="00EE4395" w:rsidRPr="006D5902" w:rsidRDefault="00EE4395" w:rsidP="00E90B4A">
      <w:pPr>
        <w:spacing w:after="0" w:line="240" w:lineRule="auto"/>
        <w:jc w:val="center"/>
        <w:rPr>
          <w:rFonts w:ascii="Arial" w:hAnsi="Arial" w:cs="Arial"/>
          <w:b/>
        </w:rPr>
      </w:pPr>
    </w:p>
    <w:sectPr w:rsidR="00EE4395" w:rsidRPr="006D5902" w:rsidSect="00F94939">
      <w:pgSz w:w="11906" w:h="16838" w:code="9"/>
      <w:pgMar w:top="567" w:right="1531" w:bottom="567" w:left="153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4395" w:rsidRDefault="00EE4395" w:rsidP="00980239">
      <w:pPr>
        <w:spacing w:after="0" w:line="240" w:lineRule="auto"/>
      </w:pPr>
      <w:r>
        <w:separator/>
      </w:r>
    </w:p>
  </w:endnote>
  <w:endnote w:type="continuationSeparator" w:id="0">
    <w:p w:rsidR="00EE4395" w:rsidRDefault="00EE4395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calaSans">
    <w:altName w:val="Times New Roman"/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4395" w:rsidRDefault="00EE4395" w:rsidP="00980239">
      <w:pPr>
        <w:spacing w:after="0" w:line="240" w:lineRule="auto"/>
      </w:pPr>
      <w:r>
        <w:separator/>
      </w:r>
    </w:p>
  </w:footnote>
  <w:footnote w:type="continuationSeparator" w:id="0">
    <w:p w:rsidR="00EE4395" w:rsidRDefault="00EE4395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395" w:rsidRDefault="00EE4395" w:rsidP="00763423">
    <w:pPr>
      <w:pStyle w:val="Header"/>
      <w:tabs>
        <w:tab w:val="clear" w:pos="4536"/>
        <w:tab w:val="clear" w:pos="9072"/>
      </w:tabs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7" o:spid="_x0000_s2049" type="#_x0000_t75" alt="cimer" style="position:absolute;margin-left:-36.85pt;margin-top:0;width:82.5pt;height:99pt;z-index:251658752;visibility:visible">
          <v:imagedata r:id="rId1" o:title=""/>
        </v:shape>
      </w:pict>
    </w:r>
  </w:p>
  <w:p w:rsidR="00EE4395" w:rsidRDefault="00EE4395" w:rsidP="00763423">
    <w:pPr>
      <w:pStyle w:val="Header"/>
      <w:tabs>
        <w:tab w:val="clear" w:pos="4536"/>
        <w:tab w:val="clear" w:pos="9072"/>
      </w:tabs>
    </w:pPr>
  </w:p>
  <w:p w:rsidR="00EE4395" w:rsidRDefault="00EE4395" w:rsidP="00763423">
    <w:pPr>
      <w:pStyle w:val="Header"/>
      <w:tabs>
        <w:tab w:val="clear" w:pos="4536"/>
        <w:tab w:val="clear" w:pos="9072"/>
      </w:tabs>
    </w:pPr>
  </w:p>
  <w:p w:rsidR="00EE4395" w:rsidRDefault="00EE4395" w:rsidP="00763423">
    <w:pPr>
      <w:pStyle w:val="Header"/>
      <w:tabs>
        <w:tab w:val="clear" w:pos="4536"/>
        <w:tab w:val="clear" w:pos="9072"/>
      </w:tabs>
    </w:pPr>
    <w:r>
      <w:rPr>
        <w:noProof/>
        <w:lang w:eastAsia="hu-H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41.75pt;margin-top:52.45pt;width:411pt;height:102.8pt;z-index:251656704;mso-position-horizontal-relative:page;mso-position-vertical-relative:page" stroked="f">
          <o:lock v:ext="edit" aspectratio="t"/>
          <v:textbox style="mso-next-textbox:#_x0000_s2050" inset="0,0,0,0">
            <w:txbxContent>
              <w:p w:rsidR="00EE4395" w:rsidRPr="00F95CCD" w:rsidRDefault="00EE4395" w:rsidP="00336F0D">
                <w:pPr>
                  <w:pStyle w:val="BasicParagraph"/>
                  <w:spacing w:after="113" w:line="240" w:lineRule="auto"/>
                  <w:rPr>
                    <w:rFonts w:ascii="ScalaSans" w:hAnsi="ScalaSans" w:cs="ScalaSans"/>
                    <w:b/>
                    <w:bCs/>
                    <w:color w:val="auto"/>
                    <w:spacing w:val="42"/>
                    <w:sz w:val="32"/>
                    <w:szCs w:val="32"/>
                    <w:lang w:val="es-ES"/>
                  </w:rPr>
                </w:pPr>
                <w:r w:rsidRPr="00F95CCD">
                  <w:rPr>
                    <w:rFonts w:ascii="ScalaSans" w:hAnsi="ScalaSans" w:cs="ScalaSans"/>
                    <w:b/>
                    <w:bCs/>
                    <w:color w:val="auto"/>
                    <w:spacing w:val="42"/>
                    <w:sz w:val="32"/>
                    <w:szCs w:val="32"/>
                    <w:lang w:val="es-ES"/>
                  </w:rPr>
                  <w:t>HÉVÍZ VÁROS POLGÁRMESTERE</w:t>
                </w:r>
              </w:p>
              <w:p w:rsidR="00EE4395" w:rsidRPr="00F95CCD" w:rsidRDefault="00EE4395" w:rsidP="00D37C2C">
                <w:pPr>
                  <w:pStyle w:val="BasicParagraph"/>
                  <w:spacing w:line="240" w:lineRule="auto"/>
                  <w:rPr>
                    <w:rFonts w:ascii="ScalaSans" w:hAnsi="ScalaSans" w:cs="ScalaSans"/>
                    <w:color w:val="auto"/>
                    <w:spacing w:val="7"/>
                    <w:lang w:val="es-ES"/>
                  </w:rPr>
                </w:pPr>
                <w:r w:rsidRPr="00F95CCD">
                  <w:rPr>
                    <w:rFonts w:ascii="ScalaSans" w:hAnsi="ScalaSans" w:cs="ScalaSans"/>
                    <w:color w:val="auto"/>
                    <w:spacing w:val="7"/>
                    <w:lang w:val="es-ES"/>
                  </w:rPr>
                  <w:t>8380 Hévíz, Kossuth Lajos u. 1.</w:t>
                </w:r>
              </w:p>
              <w:p w:rsidR="00EE4395" w:rsidRPr="00F95CCD" w:rsidRDefault="00EE4395" w:rsidP="00D37C2C">
                <w:pPr>
                  <w:pStyle w:val="BasicParagraph"/>
                  <w:spacing w:line="240" w:lineRule="auto"/>
                  <w:rPr>
                    <w:rFonts w:ascii="ScalaSans" w:hAnsi="ScalaSans" w:cs="ScalaSans"/>
                    <w:color w:val="auto"/>
                    <w:spacing w:val="7"/>
                    <w:lang w:val="es-ES"/>
                  </w:rPr>
                </w:pPr>
              </w:p>
              <w:tbl>
                <w:tblPr>
                  <w:tblW w:w="8220" w:type="dxa"/>
                  <w:tblLayout w:type="fixed"/>
                  <w:tblCellMar>
                    <w:left w:w="0" w:type="dxa"/>
                    <w:right w:w="0" w:type="dxa"/>
                  </w:tblCellMar>
                  <w:tblLook w:val="00A0"/>
                </w:tblPr>
                <w:tblGrid>
                  <w:gridCol w:w="3685"/>
                  <w:gridCol w:w="4535"/>
                </w:tblGrid>
                <w:tr w:rsidR="00EE4395" w:rsidRPr="00AB14F3" w:rsidTr="00301B74">
                  <w:trPr>
                    <w:trHeight w:val="1531"/>
                  </w:trPr>
                  <w:tc>
                    <w:tcPr>
                      <w:tcW w:w="3685" w:type="dxa"/>
                    </w:tcPr>
                    <w:p w:rsidR="00EE4395" w:rsidRDefault="00EE4395" w:rsidP="00A101F2">
                      <w:pPr>
                        <w:spacing w:before="57" w:after="0" w:line="240" w:lineRule="auto"/>
                        <w:ind w:right="227"/>
                        <w:rPr>
                          <w:rFonts w:ascii="ScalaSans" w:hAnsi="ScalaSans"/>
                          <w:color w:val="808080"/>
                          <w:spacing w:val="6"/>
                        </w:rPr>
                      </w:pPr>
                      <w:r>
                        <w:rPr>
                          <w:rFonts w:ascii="ScalaSans" w:hAnsi="ScalaSans"/>
                          <w:color w:val="808080"/>
                          <w:spacing w:val="6"/>
                        </w:rPr>
                        <w:t>Iktatószám:KGO/145-14/2013</w:t>
                      </w:r>
                    </w:p>
                    <w:p w:rsidR="00EE4395" w:rsidRDefault="00EE4395" w:rsidP="00A101F2">
                      <w:pPr>
                        <w:spacing w:before="57" w:after="0" w:line="240" w:lineRule="auto"/>
                        <w:ind w:right="227"/>
                        <w:rPr>
                          <w:rFonts w:ascii="ScalaSans" w:hAnsi="ScalaSans"/>
                          <w:color w:val="808080"/>
                          <w:spacing w:val="6"/>
                        </w:rPr>
                      </w:pPr>
                    </w:p>
                    <w:p w:rsidR="00EE4395" w:rsidRPr="00A101F2" w:rsidRDefault="00EE4395" w:rsidP="00A101F2">
                      <w:pPr>
                        <w:spacing w:before="57" w:after="0" w:line="240" w:lineRule="auto"/>
                        <w:ind w:right="227"/>
                        <w:rPr>
                          <w:rFonts w:ascii="ScalaSans" w:hAnsi="ScalaSans"/>
                          <w:color w:val="808080"/>
                          <w:spacing w:val="6"/>
                        </w:rPr>
                      </w:pPr>
                      <w:r>
                        <w:rPr>
                          <w:rFonts w:ascii="ScalaSans" w:hAnsi="ScalaSans"/>
                          <w:color w:val="808080"/>
                          <w:spacing w:val="6"/>
                        </w:rPr>
                        <w:t>Napirend sorszáma:</w:t>
                      </w:r>
                    </w:p>
                    <w:p w:rsidR="00EE4395" w:rsidRPr="00D15388" w:rsidRDefault="00EE4395" w:rsidP="00A101F2">
                      <w:pPr>
                        <w:spacing w:before="57" w:after="0" w:line="240" w:lineRule="auto"/>
                        <w:ind w:right="227"/>
                        <w:rPr>
                          <w:rFonts w:ascii="ScalaSans" w:hAnsi="ScalaSans" w:cs="ScalaSans"/>
                          <w:color w:val="808080"/>
                          <w:spacing w:val="6"/>
                        </w:rPr>
                      </w:pPr>
                    </w:p>
                  </w:tc>
                  <w:tc>
                    <w:tcPr>
                      <w:tcW w:w="4535" w:type="dxa"/>
                    </w:tcPr>
                    <w:p w:rsidR="00EE4395" w:rsidRPr="00D15388" w:rsidRDefault="00EE4395" w:rsidP="00A101F2">
                      <w:pPr>
                        <w:spacing w:before="57" w:after="0" w:line="240" w:lineRule="auto"/>
                        <w:rPr>
                          <w:rFonts w:ascii="ScalaSans" w:hAnsi="ScalaSans" w:cs="ScalaSans"/>
                          <w:color w:val="808080"/>
                          <w:spacing w:val="2"/>
                          <w:sz w:val="24"/>
                          <w:szCs w:val="24"/>
                        </w:rPr>
                      </w:pPr>
                    </w:p>
                  </w:tc>
                </w:tr>
              </w:tbl>
              <w:p w:rsidR="00EE4395" w:rsidRPr="00F95CCD" w:rsidRDefault="00EE4395" w:rsidP="00D37C2C">
                <w:pPr>
                  <w:pStyle w:val="BasicParagraph"/>
                  <w:spacing w:line="240" w:lineRule="auto"/>
                  <w:rPr>
                    <w:rFonts w:ascii="ScalaSans" w:hAnsi="ScalaSans" w:cs="ScalaSans"/>
                    <w:color w:val="auto"/>
                    <w:spacing w:val="7"/>
                    <w:lang w:val="es-ES"/>
                  </w:rPr>
                </w:pPr>
              </w:p>
              <w:p w:rsidR="00EE4395" w:rsidRPr="00F95CCD" w:rsidRDefault="00EE4395" w:rsidP="00D37C2C">
                <w:pPr>
                  <w:pStyle w:val="BasicParagraph"/>
                  <w:spacing w:line="240" w:lineRule="auto"/>
                  <w:rPr>
                    <w:rFonts w:ascii="ScalaSans" w:hAnsi="ScalaSans" w:cs="ScalaSans"/>
                    <w:color w:val="auto"/>
                    <w:spacing w:val="7"/>
                    <w:lang w:val="es-ES"/>
                  </w:rPr>
                </w:pPr>
              </w:p>
            </w:txbxContent>
          </v:textbox>
          <w10:wrap anchorx="margin" anchory="margin"/>
        </v:shape>
      </w:pict>
    </w:r>
    <w:r>
      <w:rPr>
        <w:noProof/>
        <w:lang w:eastAsia="hu-HU"/>
      </w:rPr>
      <w:pict>
        <v:shape id="Kép 3" o:spid="_x0000_s2051" type="#_x0000_t75" alt="vonal" style="position:absolute;margin-left:141.75pt;margin-top:1in;width:411pt;height:1.15pt;z-index:251657728;visibility:visible;mso-position-horizontal-relative:page;mso-position-vertical-relative:page">
          <v:imagedata r:id="rId2" o:title=""/>
          <w10:wrap anchorx="page" anchory="page"/>
        </v:shape>
      </w:pict>
    </w:r>
  </w:p>
  <w:p w:rsidR="00EE4395" w:rsidRDefault="00EE4395" w:rsidP="00763423">
    <w:pPr>
      <w:pStyle w:val="Header"/>
      <w:tabs>
        <w:tab w:val="clear" w:pos="4536"/>
        <w:tab w:val="clear" w:pos="9072"/>
      </w:tabs>
    </w:pPr>
  </w:p>
  <w:p w:rsidR="00EE4395" w:rsidRDefault="00EE4395" w:rsidP="00763423">
    <w:pPr>
      <w:pStyle w:val="Header"/>
      <w:tabs>
        <w:tab w:val="clear" w:pos="4536"/>
        <w:tab w:val="clear" w:pos="9072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5173E"/>
    <w:multiLevelType w:val="hybridMultilevel"/>
    <w:tmpl w:val="70A617A4"/>
    <w:lvl w:ilvl="0" w:tplc="F710C2E6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>
    <w:nsid w:val="49B9795D"/>
    <w:multiLevelType w:val="hybridMultilevel"/>
    <w:tmpl w:val="35E6198A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D18347C"/>
    <w:multiLevelType w:val="hybridMultilevel"/>
    <w:tmpl w:val="FAB497DC"/>
    <w:lvl w:ilvl="0" w:tplc="040E000F">
      <w:start w:val="1"/>
      <w:numFmt w:val="decimal"/>
      <w:lvlText w:val="%1."/>
      <w:lvlJc w:val="left"/>
      <w:pPr>
        <w:ind w:left="8382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9102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9822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10542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11262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11982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12702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13422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14142" w:hanging="180"/>
      </w:pPr>
      <w:rPr>
        <w:rFonts w:cs="Times New Roman"/>
      </w:rPr>
    </w:lvl>
  </w:abstractNum>
  <w:abstractNum w:abstractNumId="3">
    <w:nsid w:val="688C1E0A"/>
    <w:multiLevelType w:val="hybridMultilevel"/>
    <w:tmpl w:val="7AEE8824"/>
    <w:lvl w:ilvl="0" w:tplc="040E000F">
      <w:start w:val="1"/>
      <w:numFmt w:val="decimal"/>
      <w:lvlText w:val="%1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942"/>
        </w:tabs>
        <w:ind w:left="1942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662"/>
        </w:tabs>
        <w:ind w:left="2662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4102"/>
        </w:tabs>
        <w:ind w:left="4102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822"/>
        </w:tabs>
        <w:ind w:left="4822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262"/>
        </w:tabs>
        <w:ind w:left="6262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982"/>
        </w:tabs>
        <w:ind w:left="6982" w:hanging="180"/>
      </w:pPr>
      <w:rPr>
        <w:rFonts w:cs="Times New Roman"/>
      </w:rPr>
    </w:lvl>
  </w:abstractNum>
  <w:abstractNum w:abstractNumId="4">
    <w:nsid w:val="71576E5F"/>
    <w:multiLevelType w:val="hybridMultilevel"/>
    <w:tmpl w:val="6280657C"/>
    <w:lvl w:ilvl="0" w:tplc="B300ACE6">
      <w:start w:val="1"/>
      <w:numFmt w:val="decimal"/>
      <w:lvlText w:val="%1)"/>
      <w:lvlJc w:val="left"/>
      <w:pPr>
        <w:tabs>
          <w:tab w:val="num" w:pos="1240"/>
        </w:tabs>
        <w:ind w:left="124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960"/>
        </w:tabs>
        <w:ind w:left="196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680"/>
        </w:tabs>
        <w:ind w:left="268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400"/>
        </w:tabs>
        <w:ind w:left="340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4120"/>
        </w:tabs>
        <w:ind w:left="412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840"/>
        </w:tabs>
        <w:ind w:left="484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560"/>
        </w:tabs>
        <w:ind w:left="556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280"/>
        </w:tabs>
        <w:ind w:left="628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7000"/>
        </w:tabs>
        <w:ind w:left="700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gutterAtTop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7133"/>
    <w:rsid w:val="00011202"/>
    <w:rsid w:val="000174EF"/>
    <w:rsid w:val="000233F7"/>
    <w:rsid w:val="000241F8"/>
    <w:rsid w:val="0002562E"/>
    <w:rsid w:val="000267B9"/>
    <w:rsid w:val="00030A55"/>
    <w:rsid w:val="00044576"/>
    <w:rsid w:val="00096CEA"/>
    <w:rsid w:val="000B0F70"/>
    <w:rsid w:val="000C0630"/>
    <w:rsid w:val="000C5592"/>
    <w:rsid w:val="000D1C25"/>
    <w:rsid w:val="000D5866"/>
    <w:rsid w:val="000F5922"/>
    <w:rsid w:val="00100C93"/>
    <w:rsid w:val="00104A07"/>
    <w:rsid w:val="00113CBB"/>
    <w:rsid w:val="00141DAB"/>
    <w:rsid w:val="0014595D"/>
    <w:rsid w:val="00162823"/>
    <w:rsid w:val="001728AE"/>
    <w:rsid w:val="00193FE7"/>
    <w:rsid w:val="001B241A"/>
    <w:rsid w:val="001D34E7"/>
    <w:rsid w:val="001D7EA5"/>
    <w:rsid w:val="00227CE7"/>
    <w:rsid w:val="0023059D"/>
    <w:rsid w:val="002313FD"/>
    <w:rsid w:val="00231A86"/>
    <w:rsid w:val="00234FCA"/>
    <w:rsid w:val="002415F8"/>
    <w:rsid w:val="00244B4D"/>
    <w:rsid w:val="00253352"/>
    <w:rsid w:val="0025483E"/>
    <w:rsid w:val="00267872"/>
    <w:rsid w:val="00271301"/>
    <w:rsid w:val="00273AA1"/>
    <w:rsid w:val="0028657C"/>
    <w:rsid w:val="00287240"/>
    <w:rsid w:val="00293921"/>
    <w:rsid w:val="002B6B03"/>
    <w:rsid w:val="002D30F1"/>
    <w:rsid w:val="002D4BC8"/>
    <w:rsid w:val="002D5685"/>
    <w:rsid w:val="002F2A5F"/>
    <w:rsid w:val="00301B74"/>
    <w:rsid w:val="00321437"/>
    <w:rsid w:val="003275ED"/>
    <w:rsid w:val="00336F0D"/>
    <w:rsid w:val="00345748"/>
    <w:rsid w:val="003556FE"/>
    <w:rsid w:val="00356E8C"/>
    <w:rsid w:val="00361BEF"/>
    <w:rsid w:val="0036222B"/>
    <w:rsid w:val="00377B85"/>
    <w:rsid w:val="00381476"/>
    <w:rsid w:val="003816EC"/>
    <w:rsid w:val="0038520C"/>
    <w:rsid w:val="00394AE8"/>
    <w:rsid w:val="00396797"/>
    <w:rsid w:val="003C46D3"/>
    <w:rsid w:val="003D6DF9"/>
    <w:rsid w:val="003E288C"/>
    <w:rsid w:val="003E329B"/>
    <w:rsid w:val="003E336D"/>
    <w:rsid w:val="003F41AA"/>
    <w:rsid w:val="004070E4"/>
    <w:rsid w:val="004214DF"/>
    <w:rsid w:val="004406A2"/>
    <w:rsid w:val="0046105D"/>
    <w:rsid w:val="004644B7"/>
    <w:rsid w:val="004B34DE"/>
    <w:rsid w:val="004B3870"/>
    <w:rsid w:val="004C4C7A"/>
    <w:rsid w:val="004D1381"/>
    <w:rsid w:val="004F2A20"/>
    <w:rsid w:val="004F37C2"/>
    <w:rsid w:val="004F705E"/>
    <w:rsid w:val="00503F69"/>
    <w:rsid w:val="00520498"/>
    <w:rsid w:val="00524286"/>
    <w:rsid w:val="00534324"/>
    <w:rsid w:val="005528BA"/>
    <w:rsid w:val="005575AC"/>
    <w:rsid w:val="0057493C"/>
    <w:rsid w:val="00581F3E"/>
    <w:rsid w:val="005A07E7"/>
    <w:rsid w:val="005A18C5"/>
    <w:rsid w:val="005A1943"/>
    <w:rsid w:val="005B0995"/>
    <w:rsid w:val="005B155B"/>
    <w:rsid w:val="005C1E77"/>
    <w:rsid w:val="005C466B"/>
    <w:rsid w:val="005C7A11"/>
    <w:rsid w:val="005E1DFC"/>
    <w:rsid w:val="005E38C7"/>
    <w:rsid w:val="005E54AA"/>
    <w:rsid w:val="005F684D"/>
    <w:rsid w:val="00605CFE"/>
    <w:rsid w:val="006229FE"/>
    <w:rsid w:val="00626241"/>
    <w:rsid w:val="00627947"/>
    <w:rsid w:val="00627E06"/>
    <w:rsid w:val="00664269"/>
    <w:rsid w:val="00692C7C"/>
    <w:rsid w:val="006A1F84"/>
    <w:rsid w:val="006B24FC"/>
    <w:rsid w:val="006C5A42"/>
    <w:rsid w:val="006D26AD"/>
    <w:rsid w:val="006D5902"/>
    <w:rsid w:val="007111E6"/>
    <w:rsid w:val="007141E7"/>
    <w:rsid w:val="007364EB"/>
    <w:rsid w:val="00763423"/>
    <w:rsid w:val="00772B13"/>
    <w:rsid w:val="007907F8"/>
    <w:rsid w:val="007B2C40"/>
    <w:rsid w:val="007C289A"/>
    <w:rsid w:val="007C4C25"/>
    <w:rsid w:val="007F1017"/>
    <w:rsid w:val="007F7180"/>
    <w:rsid w:val="00800060"/>
    <w:rsid w:val="0081189D"/>
    <w:rsid w:val="008132C6"/>
    <w:rsid w:val="0082014F"/>
    <w:rsid w:val="008352D7"/>
    <w:rsid w:val="00840C0E"/>
    <w:rsid w:val="008415CA"/>
    <w:rsid w:val="00843DC2"/>
    <w:rsid w:val="00844886"/>
    <w:rsid w:val="00845AF0"/>
    <w:rsid w:val="00861EE9"/>
    <w:rsid w:val="00875869"/>
    <w:rsid w:val="00882781"/>
    <w:rsid w:val="008B1381"/>
    <w:rsid w:val="008C5149"/>
    <w:rsid w:val="008E46E6"/>
    <w:rsid w:val="008E6562"/>
    <w:rsid w:val="008F017B"/>
    <w:rsid w:val="008F0A12"/>
    <w:rsid w:val="008F0B6B"/>
    <w:rsid w:val="009145D1"/>
    <w:rsid w:val="00916D7F"/>
    <w:rsid w:val="00924E29"/>
    <w:rsid w:val="00946343"/>
    <w:rsid w:val="0095233F"/>
    <w:rsid w:val="00955B09"/>
    <w:rsid w:val="009629B1"/>
    <w:rsid w:val="0096717C"/>
    <w:rsid w:val="00980239"/>
    <w:rsid w:val="0098304C"/>
    <w:rsid w:val="00994306"/>
    <w:rsid w:val="0099592D"/>
    <w:rsid w:val="009A15AC"/>
    <w:rsid w:val="009B61E2"/>
    <w:rsid w:val="009C0807"/>
    <w:rsid w:val="009F2871"/>
    <w:rsid w:val="009F7F0B"/>
    <w:rsid w:val="00A101F2"/>
    <w:rsid w:val="00A11EC0"/>
    <w:rsid w:val="00A257D3"/>
    <w:rsid w:val="00A32EEF"/>
    <w:rsid w:val="00A50475"/>
    <w:rsid w:val="00A5159D"/>
    <w:rsid w:val="00A54FCC"/>
    <w:rsid w:val="00AB14F3"/>
    <w:rsid w:val="00AD760D"/>
    <w:rsid w:val="00AE4E8F"/>
    <w:rsid w:val="00AE5962"/>
    <w:rsid w:val="00AF25C7"/>
    <w:rsid w:val="00B15B1D"/>
    <w:rsid w:val="00B1697C"/>
    <w:rsid w:val="00B24118"/>
    <w:rsid w:val="00B36B5B"/>
    <w:rsid w:val="00B45FCC"/>
    <w:rsid w:val="00B62C53"/>
    <w:rsid w:val="00B638A6"/>
    <w:rsid w:val="00B77B78"/>
    <w:rsid w:val="00B86320"/>
    <w:rsid w:val="00B9516B"/>
    <w:rsid w:val="00BB4254"/>
    <w:rsid w:val="00BC4FCA"/>
    <w:rsid w:val="00BE448D"/>
    <w:rsid w:val="00BF3A06"/>
    <w:rsid w:val="00C01A30"/>
    <w:rsid w:val="00C0215C"/>
    <w:rsid w:val="00C03A15"/>
    <w:rsid w:val="00C05199"/>
    <w:rsid w:val="00C118CA"/>
    <w:rsid w:val="00C35044"/>
    <w:rsid w:val="00C37FA4"/>
    <w:rsid w:val="00C42108"/>
    <w:rsid w:val="00C44E18"/>
    <w:rsid w:val="00C534E6"/>
    <w:rsid w:val="00C53A3C"/>
    <w:rsid w:val="00C60737"/>
    <w:rsid w:val="00C60D01"/>
    <w:rsid w:val="00C760FF"/>
    <w:rsid w:val="00C93BFE"/>
    <w:rsid w:val="00CB2E6A"/>
    <w:rsid w:val="00CC496E"/>
    <w:rsid w:val="00CC7862"/>
    <w:rsid w:val="00CD5E97"/>
    <w:rsid w:val="00CD7ABA"/>
    <w:rsid w:val="00CE0F23"/>
    <w:rsid w:val="00CE141F"/>
    <w:rsid w:val="00D10705"/>
    <w:rsid w:val="00D15388"/>
    <w:rsid w:val="00D37C2C"/>
    <w:rsid w:val="00D60A98"/>
    <w:rsid w:val="00D63B36"/>
    <w:rsid w:val="00D67DA4"/>
    <w:rsid w:val="00DA0557"/>
    <w:rsid w:val="00DA2A20"/>
    <w:rsid w:val="00DD1E0C"/>
    <w:rsid w:val="00DE49E7"/>
    <w:rsid w:val="00DE62BE"/>
    <w:rsid w:val="00DF7132"/>
    <w:rsid w:val="00E012A4"/>
    <w:rsid w:val="00E01EDD"/>
    <w:rsid w:val="00E11323"/>
    <w:rsid w:val="00E334B8"/>
    <w:rsid w:val="00E4213C"/>
    <w:rsid w:val="00E47133"/>
    <w:rsid w:val="00E56586"/>
    <w:rsid w:val="00E64798"/>
    <w:rsid w:val="00E729AE"/>
    <w:rsid w:val="00E81B63"/>
    <w:rsid w:val="00E90B4A"/>
    <w:rsid w:val="00EB0C8F"/>
    <w:rsid w:val="00EC17CA"/>
    <w:rsid w:val="00ED0A34"/>
    <w:rsid w:val="00EE4395"/>
    <w:rsid w:val="00EE6069"/>
    <w:rsid w:val="00EF2B64"/>
    <w:rsid w:val="00EF6ED4"/>
    <w:rsid w:val="00F02487"/>
    <w:rsid w:val="00F07260"/>
    <w:rsid w:val="00F117EF"/>
    <w:rsid w:val="00F621DE"/>
    <w:rsid w:val="00F76102"/>
    <w:rsid w:val="00F83C96"/>
    <w:rsid w:val="00F913E7"/>
    <w:rsid w:val="00F94939"/>
    <w:rsid w:val="00F95CCD"/>
    <w:rsid w:val="00FA2BBD"/>
    <w:rsid w:val="00FB4174"/>
    <w:rsid w:val="00FD03B8"/>
    <w:rsid w:val="00FD0E5A"/>
    <w:rsid w:val="00FF2B4B"/>
    <w:rsid w:val="00FF7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ersonName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7B8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8023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80239"/>
    <w:rPr>
      <w:rFonts w:cs="Times New Roman"/>
      <w:sz w:val="22"/>
      <w:lang w:eastAsia="en-US"/>
    </w:rPr>
  </w:style>
  <w:style w:type="paragraph" w:styleId="Footer">
    <w:name w:val="footer"/>
    <w:basedOn w:val="Normal"/>
    <w:link w:val="FooterChar"/>
    <w:uiPriority w:val="99"/>
    <w:rsid w:val="0098023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80239"/>
    <w:rPr>
      <w:rFonts w:cs="Times New Roman"/>
      <w:sz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80239"/>
    <w:rPr>
      <w:rFonts w:ascii="Tahoma" w:hAnsi="Tahoma" w:cs="Times New Roman"/>
      <w:sz w:val="16"/>
      <w:lang w:eastAsia="en-US"/>
    </w:rPr>
  </w:style>
  <w:style w:type="paragraph" w:customStyle="1" w:styleId="BasicParagraph">
    <w:name w:val="[Basic Paragraph]"/>
    <w:basedOn w:val="Norma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TableGrid">
    <w:name w:val="Table Grid"/>
    <w:basedOn w:val="TableNormal"/>
    <w:uiPriority w:val="99"/>
    <w:rsid w:val="00924E2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FF2B4B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E647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72</TotalTime>
  <Pages>6</Pages>
  <Words>638</Words>
  <Characters>4405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 PMK/144/2011</dc:title>
  <dc:subject/>
  <dc:creator>T-Cont Kft</dc:creator>
  <cp:keywords/>
  <dc:description/>
  <cp:lastModifiedBy>bedine</cp:lastModifiedBy>
  <cp:revision>4</cp:revision>
  <cp:lastPrinted>2013-07-15T11:42:00Z</cp:lastPrinted>
  <dcterms:created xsi:type="dcterms:W3CDTF">2013-07-15T09:50:00Z</dcterms:created>
  <dcterms:modified xsi:type="dcterms:W3CDTF">2013-07-15T11:43:00Z</dcterms:modified>
</cp:coreProperties>
</file>